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13622" w:rsidRPr="008517B5" w14:paraId="7870B1CF" w14:textId="77777777" w:rsidTr="00E16134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55B3E44" w14:textId="77777777" w:rsidR="00B13622" w:rsidRPr="008517B5" w:rsidRDefault="00B13622" w:rsidP="00E16134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>
              <w:tab/>
            </w:r>
          </w:p>
        </w:tc>
      </w:tr>
      <w:tr w:rsidR="00B13622" w14:paraId="51C1509D" w14:textId="77777777" w:rsidTr="00E16134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16623CC0" w14:textId="77777777" w:rsidR="00B13622" w:rsidRDefault="00B13622" w:rsidP="00E16134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003E8017" w14:textId="33682DB4" w:rsidR="00394D13" w:rsidRDefault="004C1E47" w:rsidP="00B13622">
      <w:pPr>
        <w:spacing w:before="240"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 xml:space="preserve">Stanovisko </w:t>
      </w:r>
    </w:p>
    <w:p w14:paraId="213BDCE3" w14:textId="216546E2" w:rsidR="004C1E47" w:rsidRPr="004C1E47" w:rsidRDefault="004C1E47" w:rsidP="004C1E47">
      <w:pPr>
        <w:pBdr>
          <w:bottom w:val="single" w:sz="6" w:space="1" w:color="auto"/>
        </w:pBdr>
        <w:spacing w:before="120" w:after="480"/>
        <w:jc w:val="center"/>
        <w:rPr>
          <w:rFonts w:ascii="Arial" w:hAnsi="Arial" w:cs="Arial"/>
          <w:b/>
          <w:color w:val="0070C0"/>
          <w:sz w:val="30"/>
          <w:szCs w:val="30"/>
        </w:rPr>
      </w:pPr>
      <w:r w:rsidRPr="004C1E47">
        <w:rPr>
          <w:rFonts w:ascii="Arial" w:hAnsi="Arial" w:cs="Arial"/>
          <w:b/>
          <w:color w:val="0070C0"/>
          <w:sz w:val="28"/>
          <w:szCs w:val="28"/>
        </w:rPr>
        <w:t>Rady pro výzkum, vývoj a inovace k</w:t>
      </w:r>
      <w:r w:rsidR="00783DF0">
        <w:rPr>
          <w:rFonts w:ascii="Arial" w:hAnsi="Arial" w:cs="Arial"/>
          <w:b/>
          <w:color w:val="0070C0"/>
          <w:sz w:val="28"/>
          <w:szCs w:val="28"/>
        </w:rPr>
        <w:t xml:space="preserve">e </w:t>
      </w:r>
      <w:r w:rsidR="00783DF0" w:rsidRPr="00783DF0">
        <w:rPr>
          <w:rFonts w:ascii="Arial" w:hAnsi="Arial" w:cs="Arial"/>
          <w:b/>
          <w:bCs/>
          <w:color w:val="0070C0"/>
          <w:sz w:val="28"/>
          <w:szCs w:val="28"/>
        </w:rPr>
        <w:t>Strategickému rámci rozvoje péče o zdraví v České republice</w:t>
      </w:r>
      <w:r w:rsidR="00224F8B" w:rsidRPr="00224F8B">
        <w:rPr>
          <w:rFonts w:ascii="Arial" w:hAnsi="Arial" w:cs="Arial"/>
          <w:b/>
          <w:color w:val="0070C0"/>
          <w:sz w:val="28"/>
          <w:szCs w:val="28"/>
        </w:rPr>
        <w:t xml:space="preserve"> do</w:t>
      </w:r>
      <w:r w:rsidR="00224F8B">
        <w:rPr>
          <w:rFonts w:ascii="Arial" w:hAnsi="Arial" w:cs="Arial"/>
          <w:b/>
          <w:color w:val="0070C0"/>
          <w:sz w:val="28"/>
          <w:szCs w:val="28"/>
        </w:rPr>
        <w:t> </w:t>
      </w:r>
      <w:r w:rsidR="00224F8B" w:rsidRPr="00224F8B">
        <w:rPr>
          <w:rFonts w:ascii="Arial" w:hAnsi="Arial" w:cs="Arial"/>
          <w:b/>
          <w:color w:val="0070C0"/>
          <w:sz w:val="28"/>
          <w:szCs w:val="28"/>
        </w:rPr>
        <w:t>roku 2035</w:t>
      </w:r>
      <w:r w:rsidRPr="004C1E47">
        <w:rPr>
          <w:rFonts w:ascii="Arial" w:hAnsi="Arial" w:cs="Arial"/>
          <w:b/>
          <w:color w:val="0070C0"/>
          <w:sz w:val="28"/>
          <w:szCs w:val="28"/>
        </w:rPr>
        <w:t xml:space="preserve"> </w:t>
      </w:r>
    </w:p>
    <w:p w14:paraId="52FF066B" w14:textId="77777777" w:rsidR="004C1E47" w:rsidRPr="004C1E47" w:rsidRDefault="004C1E47" w:rsidP="004C1E47">
      <w:pPr>
        <w:numPr>
          <w:ilvl w:val="0"/>
          <w:numId w:val="26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4C1E47">
        <w:rPr>
          <w:rFonts w:ascii="Arial" w:hAnsi="Arial" w:cs="Arial"/>
          <w:b/>
          <w:color w:val="0070C0"/>
          <w:sz w:val="22"/>
          <w:szCs w:val="22"/>
        </w:rPr>
        <w:t xml:space="preserve">Způsob předložení materiálu </w:t>
      </w:r>
    </w:p>
    <w:p w14:paraId="1CA62A0A" w14:textId="72292C54" w:rsidR="004C1E47" w:rsidRPr="004C1E47" w:rsidRDefault="004C1E47" w:rsidP="004C1E47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4C1E4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Materiál s názvem „</w:t>
      </w:r>
      <w:r w:rsidR="00A42C8E" w:rsidRPr="00A42C8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Strategický rámec rozvoje péče o zdraví v České republice do roku 2035“</w:t>
      </w:r>
      <w:r w:rsidR="00A42C8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4C1E4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byl zaslán</w:t>
      </w:r>
      <w:r w:rsidR="00EF6E5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="00B001D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ministr</w:t>
      </w:r>
      <w:r w:rsidR="00D5292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u pro vědu, výzkum a inovace a předsedovi Rady pro výzkum, vývoj a</w:t>
      </w:r>
      <w:r w:rsidR="0071345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</w:t>
      </w:r>
      <w:r w:rsidR="00D5292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inovace</w:t>
      </w:r>
      <w:r w:rsidR="00EF6E50" w:rsidRPr="00EF6E5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dopisem </w:t>
      </w:r>
      <w:r w:rsidR="00D5292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místopředsedy vlády a ministra zdravotnictví</w:t>
      </w:r>
      <w:r w:rsidR="00EF6E50" w:rsidRPr="00EF6E5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ze dne </w:t>
      </w:r>
      <w:r w:rsidR="0071345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30. září</w:t>
      </w:r>
      <w:r w:rsidR="00EF6E50" w:rsidRPr="00EF6E5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2025 </w:t>
      </w:r>
      <w:r w:rsidR="00EF6E50" w:rsidRPr="0071345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čj. </w:t>
      </w:r>
      <w:r w:rsidR="00713451" w:rsidRPr="0071345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MZDR 24074/2025-1/VVD</w:t>
      </w:r>
      <w:r w:rsidR="002D4D3C" w:rsidRPr="0071345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.</w:t>
      </w:r>
    </w:p>
    <w:p w14:paraId="2DA77C14" w14:textId="77777777" w:rsidR="004C1E47" w:rsidRPr="004C1E47" w:rsidRDefault="004C1E47" w:rsidP="004C1E47">
      <w:pPr>
        <w:numPr>
          <w:ilvl w:val="0"/>
          <w:numId w:val="26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4C1E47">
        <w:rPr>
          <w:rFonts w:ascii="Arial" w:hAnsi="Arial" w:cs="Arial"/>
          <w:b/>
          <w:color w:val="0070C0"/>
          <w:sz w:val="22"/>
          <w:szCs w:val="22"/>
        </w:rPr>
        <w:t xml:space="preserve">Projednání dokumentu Radou </w:t>
      </w:r>
    </w:p>
    <w:p w14:paraId="0D4FD8D2" w14:textId="062F2487" w:rsidR="004C1E47" w:rsidRPr="004C1E47" w:rsidRDefault="004C1E47" w:rsidP="004C1E47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4C1E4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Stanovisko</w:t>
      </w:r>
      <w:r w:rsidR="0052335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k</w:t>
      </w:r>
      <w:r w:rsidR="0030427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materiálu</w:t>
      </w:r>
      <w:r w:rsidRPr="004C1E4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bylo projednáno a schváleno na </w:t>
      </w:r>
      <w:r w:rsidR="00B1453C" w:rsidRPr="00DE282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41</w:t>
      </w:r>
      <w:r w:rsidR="009C372E" w:rsidRPr="00DE282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5</w:t>
      </w:r>
      <w:r w:rsidRPr="00DE282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. zasedání Rady dn</w:t>
      </w:r>
      <w:r w:rsidR="004C3C2A" w:rsidRPr="00DE282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e </w:t>
      </w:r>
      <w:r w:rsidR="009C372E" w:rsidRPr="00DE282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24</w:t>
      </w:r>
      <w:r w:rsidR="004C3C2A" w:rsidRPr="00DE282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. </w:t>
      </w:r>
      <w:r w:rsidR="009C372E" w:rsidRPr="00DE282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října</w:t>
      </w:r>
      <w:r w:rsidRPr="001E4AB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202</w:t>
      </w:r>
      <w:r w:rsidR="00B1453C" w:rsidRPr="001E4AB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5</w:t>
      </w:r>
      <w:r w:rsidRPr="001E4AB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.</w:t>
      </w:r>
      <w:r w:rsidRPr="004C1E4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</w:p>
    <w:p w14:paraId="74B953DA" w14:textId="18E6501A" w:rsidR="00954A38" w:rsidRPr="00954A38" w:rsidRDefault="004C1E47" w:rsidP="00B109F1">
      <w:pPr>
        <w:numPr>
          <w:ilvl w:val="0"/>
          <w:numId w:val="26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4C1E47">
        <w:rPr>
          <w:rFonts w:ascii="Arial" w:hAnsi="Arial" w:cs="Arial"/>
          <w:b/>
          <w:color w:val="0070C0"/>
          <w:sz w:val="22"/>
          <w:szCs w:val="22"/>
        </w:rPr>
        <w:t>K předloženému dokumentu</w:t>
      </w:r>
    </w:p>
    <w:p w14:paraId="363D016C" w14:textId="3AFA74D1" w:rsidR="00160998" w:rsidRDefault="0030427B" w:rsidP="00530911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Materiál</w:t>
      </w:r>
      <w:r w:rsidR="00ED7809" w:rsidRPr="00A8546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představuje hlavní koncepční dokument Ministerstva zdravotnictví </w:t>
      </w:r>
      <w:r w:rsidR="00ED7809" w:rsidRPr="00ED780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(dále jen „MZ“) </w:t>
      </w:r>
      <w:r w:rsidR="00ED7809" w:rsidRPr="00A8546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pro</w:t>
      </w:r>
      <w:r w:rsidR="00C778C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</w:t>
      </w:r>
      <w:r w:rsidR="00ED7809" w:rsidRPr="00A8546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rozvoj zdravotní péče do roku 2035. Navazuje na předchozí strategické dokumenty (Zdraví</w:t>
      </w:r>
      <w:r w:rsidR="00ED7809" w:rsidRPr="00ED780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2020,</w:t>
      </w:r>
      <w:r w:rsidR="00ED7809" w:rsidRPr="00A8546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="00ED7809" w:rsidRPr="00ED780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Zdraví </w:t>
      </w:r>
      <w:r w:rsidR="00ED7809" w:rsidRPr="00A8546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2030, Národní strategie elektronického zdravotnictví) a reflektuje aktuální mezinárodní doporučení (WHO, EU, OECD), včetně zkušeností z pandemie Covid-19.</w:t>
      </w:r>
    </w:p>
    <w:p w14:paraId="6649FCDA" w14:textId="7CDD0559" w:rsidR="003C61A0" w:rsidRPr="003C61A0" w:rsidRDefault="003C61A0" w:rsidP="003C61A0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3C61A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Hlavní strategické cíle</w:t>
      </w:r>
    </w:p>
    <w:p w14:paraId="3F762544" w14:textId="77777777" w:rsidR="003C61A0" w:rsidRPr="003C61A0" w:rsidRDefault="003C61A0" w:rsidP="003C61A0">
      <w:pPr>
        <w:numPr>
          <w:ilvl w:val="0"/>
          <w:numId w:val="35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3C61A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Ochrana a zlepšení zdraví obyvatel </w:t>
      </w:r>
    </w:p>
    <w:p w14:paraId="32807506" w14:textId="77777777" w:rsidR="003C61A0" w:rsidRPr="003C61A0" w:rsidRDefault="003C61A0" w:rsidP="003C61A0">
      <w:pPr>
        <w:numPr>
          <w:ilvl w:val="0"/>
          <w:numId w:val="36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3C61A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Podpora zdravotní gramotnosti, prevence, zdravého životního stylu, ochrana veřejného zdraví a léková politika.</w:t>
      </w:r>
    </w:p>
    <w:p w14:paraId="0516406C" w14:textId="77777777" w:rsidR="003C61A0" w:rsidRPr="003C61A0" w:rsidRDefault="003C61A0" w:rsidP="003C61A0">
      <w:pPr>
        <w:numPr>
          <w:ilvl w:val="0"/>
          <w:numId w:val="35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3C61A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Optimalizace zdravotnického systému </w:t>
      </w:r>
    </w:p>
    <w:p w14:paraId="41B22F86" w14:textId="77777777" w:rsidR="003C61A0" w:rsidRPr="003C61A0" w:rsidRDefault="003C61A0" w:rsidP="003C61A0">
      <w:pPr>
        <w:numPr>
          <w:ilvl w:val="0"/>
          <w:numId w:val="36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3C61A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Stabilizace personálu, regionální vyrovnání, reforma primární a duševní péče, digitalizace, optimalizace úhrad a rozvoj specializované péče.</w:t>
      </w:r>
    </w:p>
    <w:p w14:paraId="6BD5FBAC" w14:textId="77777777" w:rsidR="003C61A0" w:rsidRPr="003C61A0" w:rsidRDefault="003C61A0" w:rsidP="003C61A0">
      <w:pPr>
        <w:numPr>
          <w:ilvl w:val="0"/>
          <w:numId w:val="35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3C61A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Podpora vědy a výzkumu </w:t>
      </w:r>
    </w:p>
    <w:p w14:paraId="0FF69190" w14:textId="0BC3DC31" w:rsidR="00AC7704" w:rsidRDefault="003C61A0" w:rsidP="003C61A0">
      <w:pPr>
        <w:numPr>
          <w:ilvl w:val="0"/>
          <w:numId w:val="36"/>
        </w:numPr>
        <w:tabs>
          <w:tab w:val="num" w:pos="144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3C61A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Propojení výzkumu s prioritami zdravotnictví, posílení inovací, přenos výsledků do</w:t>
      </w:r>
      <w:r w:rsidR="0092667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</w:t>
      </w:r>
      <w:r w:rsidRPr="003C61A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praxe.</w:t>
      </w:r>
    </w:p>
    <w:p w14:paraId="613C0547" w14:textId="778A4E9B" w:rsidR="003C61A0" w:rsidRDefault="003C61A0" w:rsidP="003C61A0">
      <w:pPr>
        <w:numPr>
          <w:ilvl w:val="0"/>
          <w:numId w:val="36"/>
        </w:numPr>
        <w:tabs>
          <w:tab w:val="num" w:pos="144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3C61A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Důraz na spolupráci s Radou pro výzkum, vývoj a inovace, napojení na Národní politiku výzkumu, vývoje a inovací ČR 2021+.</w:t>
      </w:r>
    </w:p>
    <w:p w14:paraId="4CBF2E81" w14:textId="77777777" w:rsidR="00953F0A" w:rsidRPr="00953F0A" w:rsidRDefault="00953F0A" w:rsidP="00953F0A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953F0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Specifický cíl 3.1: Zapojení vědy a výzkumu do řešení prioritních úkolů zdravotnictví</w:t>
      </w:r>
    </w:p>
    <w:p w14:paraId="5D67F64F" w14:textId="77777777" w:rsidR="00953F0A" w:rsidRPr="00953F0A" w:rsidRDefault="00953F0A" w:rsidP="00953F0A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953F0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Rozvoj výzkumných kapacit v oblasti prevence, digitalizace, lékové politiky, duševního zdraví a péče o stárnoucí populaci.</w:t>
      </w:r>
    </w:p>
    <w:p w14:paraId="786120AB" w14:textId="77777777" w:rsidR="00953F0A" w:rsidRPr="00953F0A" w:rsidRDefault="00953F0A" w:rsidP="00953F0A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953F0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Podpora aplikovaného výzkumu, multidisciplinárních projektů a využití datových zdrojů.</w:t>
      </w:r>
    </w:p>
    <w:p w14:paraId="412F3682" w14:textId="77777777" w:rsidR="00953F0A" w:rsidRPr="00953F0A" w:rsidRDefault="00953F0A" w:rsidP="00953F0A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953F0A">
        <w:rPr>
          <w:rFonts w:ascii="Arial" w:eastAsiaTheme="minorHAnsi" w:hAnsi="Arial" w:cs="Arial"/>
          <w:color w:val="000000"/>
          <w:sz w:val="22"/>
          <w:szCs w:val="22"/>
          <w:lang w:eastAsia="en-US"/>
        </w:rPr>
        <w:lastRenderedPageBreak/>
        <w:t>Vzhledem ke specifičnosti oblasti zdravotnického výzkumu bude specifický cíl 3.1 implementován primárně Národní koncepcí zdravotnického výzkumu.</w:t>
      </w:r>
    </w:p>
    <w:p w14:paraId="4B4AF2C4" w14:textId="77777777" w:rsidR="00953F0A" w:rsidRPr="00953F0A" w:rsidRDefault="00953F0A" w:rsidP="00953F0A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953F0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Hlavními nástroji realizace SC 3.1 budou programy účelové podpory na podporu zdravotnického aplikovaného výzkumu v gesci MZ.</w:t>
      </w:r>
    </w:p>
    <w:p w14:paraId="1550255E" w14:textId="77777777" w:rsidR="00953F0A" w:rsidRPr="00953F0A" w:rsidRDefault="00953F0A" w:rsidP="00953F0A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953F0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Vazba na další cíle</w:t>
      </w:r>
    </w:p>
    <w:p w14:paraId="3EB64AA9" w14:textId="77777777" w:rsidR="00953F0A" w:rsidRPr="00953F0A" w:rsidRDefault="00953F0A" w:rsidP="00953F0A">
      <w:pPr>
        <w:numPr>
          <w:ilvl w:val="0"/>
          <w:numId w:val="38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953F0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Výzkum a inovace jsou průřezovým tématem v dalších kapitolách (např. digitalizace, léková politika, financování).</w:t>
      </w:r>
    </w:p>
    <w:p w14:paraId="725B021E" w14:textId="77777777" w:rsidR="00953F0A" w:rsidRPr="00953F0A" w:rsidRDefault="00953F0A" w:rsidP="00953F0A">
      <w:pPr>
        <w:numPr>
          <w:ilvl w:val="0"/>
          <w:numId w:val="38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953F0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 kartách opatření je opakovaně uvedena vazba na SC 3.1.</w:t>
      </w:r>
    </w:p>
    <w:p w14:paraId="286D391A" w14:textId="6B8CFC41" w:rsidR="00953F0A" w:rsidRPr="00953F0A" w:rsidRDefault="00953F0A" w:rsidP="00953F0A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953F0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Implementace</w:t>
      </w:r>
      <w:r w:rsidR="00AE027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materiálu</w:t>
      </w:r>
    </w:p>
    <w:p w14:paraId="1E452CAF" w14:textId="01346C32" w:rsidR="00953F0A" w:rsidRPr="00747BC9" w:rsidRDefault="00953F0A" w:rsidP="00747BC9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747BC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Realizace v letech 2025–2035, odpovědnost MZ, monitoring a evaluace prostřednictvím indikátorů, financování ze státního rozpočtu, fondů EU a dalších zdrojů.</w:t>
      </w:r>
    </w:p>
    <w:p w14:paraId="34103A72" w14:textId="685A9773" w:rsidR="000625F8" w:rsidRPr="00C75294" w:rsidRDefault="00E13240" w:rsidP="000625F8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</w:pPr>
      <w:r w:rsidRPr="00C75294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Materiál</w:t>
      </w:r>
      <w:r w:rsidR="000625F8" w:rsidRPr="00C75294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 xml:space="preserve"> je v souladu s: </w:t>
      </w:r>
    </w:p>
    <w:p w14:paraId="6D9EF4D0" w14:textId="65940C32" w:rsidR="000625F8" w:rsidRPr="000625F8" w:rsidRDefault="000625F8" w:rsidP="000625F8">
      <w:pPr>
        <w:numPr>
          <w:ilvl w:val="0"/>
          <w:numId w:val="33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</w:pPr>
      <w:r w:rsidRPr="000625F8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Národní politikou výzkumu, vývoje a inovací České republiky 2021+ z hlediska příspěvku k plnění vybraných cílů za oblast </w:t>
      </w:r>
      <w:r w:rsidR="009A059F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zdravotnického </w:t>
      </w:r>
      <w:r w:rsidRPr="000625F8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výzkumu, zejména jde o strategické cíle </w:t>
      </w:r>
      <w:r w:rsidR="00D34537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3</w:t>
      </w:r>
      <w:r w:rsidRPr="000625F8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</w:t>
      </w:r>
      <w:r w:rsidR="008E177E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- z</w:t>
      </w:r>
      <w:r w:rsidR="00DA5CD7" w:rsidRPr="00DA5CD7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výšit kvalitu a mezinárodní excelenci výzkumu a vývoje v</w:t>
      </w:r>
      <w:r w:rsidR="00DA5CD7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 </w:t>
      </w:r>
      <w:r w:rsidR="00DA5CD7" w:rsidRPr="00DA5CD7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ČR</w:t>
      </w:r>
      <w:r w:rsidR="00DA5CD7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, 4</w:t>
      </w:r>
      <w:r w:rsidR="008E177E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- p</w:t>
      </w:r>
      <w:r w:rsidR="00DA5CD7" w:rsidRPr="00DA5CD7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odpořit rozšíření spolupráce mezi výzkumnou a aplikační sférou</w:t>
      </w:r>
      <w:r w:rsidR="00DA5CD7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)</w:t>
      </w:r>
      <w:r w:rsidR="002128C9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, </w:t>
      </w:r>
      <w:r w:rsidR="002C28A3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5</w:t>
      </w:r>
      <w:r w:rsidR="008E177E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- d</w:t>
      </w:r>
      <w:r w:rsidR="002C28A3" w:rsidRPr="002C28A3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osáhnout rozvoje výzkumu, vývoje a</w:t>
      </w:r>
      <w:r w:rsidR="00926678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 </w:t>
      </w:r>
      <w:r w:rsidR="002C28A3" w:rsidRPr="002C28A3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inovací ve veřejném sektoru</w:t>
      </w:r>
      <w:r w:rsidR="00D96266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, a </w:t>
      </w:r>
      <w:r w:rsidR="00810354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stra</w:t>
      </w:r>
      <w:r w:rsidR="00CD6D54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tegický cíl 1.11 - p</w:t>
      </w:r>
      <w:r w:rsidR="00CD6D54" w:rsidRPr="00CD6D54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odpora výzkumu zaměřeného na</w:t>
      </w:r>
      <w:r w:rsidR="002128C9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 </w:t>
      </w:r>
      <w:r w:rsidR="00CD6D54" w:rsidRPr="00CD6D54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aktuální výzvy a hrozby s celospolečenským dopadem</w:t>
      </w:r>
      <w:r w:rsidR="00D96266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.</w:t>
      </w:r>
    </w:p>
    <w:p w14:paraId="0622C1C2" w14:textId="219B247A" w:rsidR="000625F8" w:rsidRPr="000625F8" w:rsidRDefault="000625F8" w:rsidP="000625F8">
      <w:pPr>
        <w:numPr>
          <w:ilvl w:val="0"/>
          <w:numId w:val="33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</w:pPr>
      <w:r w:rsidRPr="000625F8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Národními prioritami orientovaného výzkumu, experimentálního vývoje a inovací z hlediska reflexe témat priority č. </w:t>
      </w:r>
      <w:r w:rsidR="00E51D62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5</w:t>
      </w:r>
      <w:r w:rsidRPr="000625F8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„</w:t>
      </w:r>
      <w:r w:rsidR="009C6B8C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Zdravá společnost</w:t>
      </w:r>
      <w:r w:rsidRPr="000625F8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“</w:t>
      </w:r>
      <w:r w:rsidR="009C6B8C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.</w:t>
      </w:r>
    </w:p>
    <w:p w14:paraId="7E6FDC0E" w14:textId="56BCEE47" w:rsidR="000625F8" w:rsidRPr="000625F8" w:rsidRDefault="000625F8" w:rsidP="000625F8">
      <w:pPr>
        <w:numPr>
          <w:ilvl w:val="0"/>
          <w:numId w:val="33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</w:pPr>
      <w:r w:rsidRPr="000625F8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Národní výzkumnou a inovační strategií pro inteligentní specializaci České republiky 2021-2027 z</w:t>
      </w:r>
      <w:r w:rsidR="002B6F27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 </w:t>
      </w:r>
      <w:r w:rsidRPr="000625F8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hlediska návaznosti </w:t>
      </w:r>
      <w:r w:rsidR="007774F0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zejména </w:t>
      </w:r>
      <w:r w:rsidRPr="000625F8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na tematick</w:t>
      </w:r>
      <w:r w:rsidR="00926678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ou</w:t>
      </w:r>
      <w:r w:rsidRPr="000625F8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priorit</w:t>
      </w:r>
      <w:r w:rsidR="00926678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u</w:t>
      </w:r>
      <w:r w:rsidRPr="000625F8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</w:t>
      </w:r>
      <w:r w:rsidR="00284262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(domén</w:t>
      </w:r>
      <w:r w:rsidR="00926678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u</w:t>
      </w:r>
      <w:r w:rsidR="00284262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specializace)</w:t>
      </w:r>
      <w:r w:rsidR="00926678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„Pokročilá medicína a léčiva“</w:t>
      </w:r>
      <w:r w:rsidRPr="000625F8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. </w:t>
      </w:r>
    </w:p>
    <w:p w14:paraId="6C87B3A9" w14:textId="45295D18" w:rsidR="004C1E47" w:rsidRPr="004C1E47" w:rsidRDefault="00FB3A95" w:rsidP="004C1E47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</w:pPr>
      <w:r w:rsidRPr="000751ED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Rada upozorňuje, že p</w:t>
      </w:r>
      <w:r w:rsidR="004C1E47" w:rsidRPr="000751ED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ředložen</w:t>
      </w:r>
      <w:r w:rsidR="00926678" w:rsidRPr="000751ED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ý</w:t>
      </w:r>
      <w:r w:rsidR="004C1E47" w:rsidRPr="000751ED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</w:t>
      </w:r>
      <w:r w:rsidR="00926678" w:rsidRPr="000751ED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materiál</w:t>
      </w:r>
      <w:r w:rsidR="004C1E47" w:rsidRPr="000751ED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</w:t>
      </w:r>
      <w:r w:rsidRPr="000751ED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ne</w:t>
      </w:r>
      <w:r w:rsidR="004C1E47" w:rsidRPr="000751ED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obsahuje všechny náležitosti, které musí být podle Jednacího řádu součástí materiálu předkládaného na jednání vlády.</w:t>
      </w:r>
      <w:r w:rsidRPr="000751ED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</w:t>
      </w:r>
      <w:r w:rsidR="00345CC3" w:rsidRPr="000751ED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Součástí materiálu předloženého Radě není </w:t>
      </w:r>
      <w:r w:rsidR="00387B7A" w:rsidRPr="000751ED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obálka </w:t>
      </w:r>
      <w:r w:rsidR="00345CC3" w:rsidRPr="000751ED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a předkládací zpráva.</w:t>
      </w:r>
      <w:r w:rsidR="004C1E47" w:rsidRPr="004C1E47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</w:t>
      </w:r>
    </w:p>
    <w:p w14:paraId="73728F25" w14:textId="74C7901F" w:rsidR="002D3931" w:rsidRPr="00045E66" w:rsidRDefault="004C1E47" w:rsidP="00424DF8">
      <w:pPr>
        <w:numPr>
          <w:ilvl w:val="0"/>
          <w:numId w:val="26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4C1E47">
        <w:rPr>
          <w:rFonts w:ascii="Arial" w:hAnsi="Arial" w:cs="Arial"/>
          <w:b/>
          <w:color w:val="0070C0"/>
          <w:sz w:val="22"/>
          <w:szCs w:val="22"/>
        </w:rPr>
        <w:t>Připomínky</w:t>
      </w:r>
    </w:p>
    <w:p w14:paraId="0C73030F" w14:textId="4C2CEDC9" w:rsidR="00F91E91" w:rsidRPr="00997573" w:rsidRDefault="0006058B" w:rsidP="004C1E47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b/>
          <w:color w:val="000000"/>
          <w:sz w:val="22"/>
          <w:szCs w:val="22"/>
          <w:u w:val="single"/>
          <w:lang w:eastAsia="en-US"/>
        </w:rPr>
      </w:pPr>
      <w:r>
        <w:rPr>
          <w:rFonts w:ascii="Arial" w:eastAsiaTheme="minorHAnsi" w:hAnsi="Arial" w:cs="Arial"/>
          <w:b/>
          <w:color w:val="000000"/>
          <w:sz w:val="22"/>
          <w:szCs w:val="22"/>
          <w:u w:val="single"/>
          <w:lang w:eastAsia="en-US"/>
        </w:rPr>
        <w:t>P</w:t>
      </w:r>
      <w:r w:rsidR="00F91E91" w:rsidRPr="00997573">
        <w:rPr>
          <w:rFonts w:ascii="Arial" w:eastAsiaTheme="minorHAnsi" w:hAnsi="Arial" w:cs="Arial"/>
          <w:b/>
          <w:color w:val="000000"/>
          <w:sz w:val="22"/>
          <w:szCs w:val="22"/>
          <w:u w:val="single"/>
          <w:lang w:eastAsia="en-US"/>
        </w:rPr>
        <w:t>řipomínka</w:t>
      </w:r>
    </w:p>
    <w:p w14:paraId="2186829A" w14:textId="358BF551" w:rsidR="00F91E91" w:rsidRDefault="0064341E" w:rsidP="00F91E91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K materiálu obecně</w:t>
      </w:r>
    </w:p>
    <w:p w14:paraId="52B13F8E" w14:textId="16969428" w:rsidR="000A6BD0" w:rsidRPr="000A6BD0" w:rsidRDefault="000A6BD0" w:rsidP="00F91E91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</w:pPr>
      <w:r w:rsidRPr="000A6BD0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V souladu s § 35 zákona č. 130/2002 Sb., o podpoře výzkumu, experimentálního vývoje a</w:t>
      </w:r>
      <w:r w:rsidR="00783476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 </w:t>
      </w:r>
      <w:r w:rsidRPr="000A6BD0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inovací z veřejných prostředků, </w:t>
      </w:r>
      <w:r w:rsidR="005303E5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ve znění pozdějších předpisů, </w:t>
      </w:r>
      <w:r w:rsidRPr="000A6BD0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Rada</w:t>
      </w:r>
      <w:r w:rsidR="00716361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upozorňuje</w:t>
      </w:r>
      <w:r w:rsidRPr="000A6BD0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, aby veškeré materiály </w:t>
      </w:r>
      <w:r w:rsidR="00876C53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s relevantním vztahem k </w:t>
      </w:r>
      <w:r w:rsidRPr="000A6BD0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oblasti výzkumu, vývoje a inovací</w:t>
      </w:r>
      <w:r w:rsidR="00876C53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,</w:t>
      </w:r>
      <w:r w:rsidRPr="000A6BD0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byly před jejich vložením do</w:t>
      </w:r>
      <w:r w:rsidR="00783476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 </w:t>
      </w:r>
      <w:r w:rsidRPr="000A6BD0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mezirezortního připomínkového řízení </w:t>
      </w:r>
      <w:r w:rsidR="00E3550F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zasílány Radě</w:t>
      </w:r>
      <w:r w:rsidRPr="000A6BD0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. Tím bude zajištěn soulad s národní politikou </w:t>
      </w:r>
      <w:proofErr w:type="spellStart"/>
      <w:r w:rsidRPr="000A6BD0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VaVaI</w:t>
      </w:r>
      <w:proofErr w:type="spellEnd"/>
      <w:r w:rsidRPr="000A6BD0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, posouzena jejich relevance a efektivita z hlediska celkového systému </w:t>
      </w:r>
      <w:proofErr w:type="spellStart"/>
      <w:r w:rsidRPr="000A6BD0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VaVaI</w:t>
      </w:r>
      <w:proofErr w:type="spellEnd"/>
      <w:r w:rsidRPr="000A6BD0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a podpořeno informované rozhodování vlády.</w:t>
      </w:r>
    </w:p>
    <w:p w14:paraId="1FFA32D5" w14:textId="03BEF794" w:rsidR="00AF0222" w:rsidRPr="00997573" w:rsidRDefault="00AF0222" w:rsidP="004C1E47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b/>
          <w:color w:val="000000"/>
          <w:sz w:val="22"/>
          <w:szCs w:val="22"/>
          <w:u w:val="single"/>
          <w:lang w:eastAsia="en-US"/>
        </w:rPr>
      </w:pPr>
      <w:r w:rsidRPr="00997573">
        <w:rPr>
          <w:rFonts w:ascii="Arial" w:eastAsiaTheme="minorHAnsi" w:hAnsi="Arial" w:cs="Arial"/>
          <w:b/>
          <w:color w:val="000000"/>
          <w:sz w:val="22"/>
          <w:szCs w:val="22"/>
          <w:u w:val="single"/>
          <w:lang w:eastAsia="en-US"/>
        </w:rPr>
        <w:t>Připomínka</w:t>
      </w:r>
    </w:p>
    <w:p w14:paraId="3279D579" w14:textId="1F824483" w:rsidR="004C1E47" w:rsidRPr="004C1E47" w:rsidRDefault="004C1E47" w:rsidP="004C1E47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</w:pPr>
      <w:r w:rsidRPr="004C1E47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K</w:t>
      </w:r>
      <w:r w:rsidR="00F631E5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 xml:space="preserve"> materiálu</w:t>
      </w:r>
      <w:r w:rsidR="00E63DC7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 xml:space="preserve">, části </w:t>
      </w:r>
      <w:r w:rsidR="00AA4228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3</w:t>
      </w:r>
      <w:r w:rsidR="00A12BCF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 xml:space="preserve">.12. SC 3.1 </w:t>
      </w:r>
      <w:r w:rsidR="00AE41D7" w:rsidRPr="00AE41D7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Zapojení vědy a výzkumu do řešení prioritních úkolů zdravotnictví</w:t>
      </w:r>
    </w:p>
    <w:p w14:paraId="4BDD79EC" w14:textId="66E92235" w:rsidR="00F139E1" w:rsidRDefault="004C1E47" w:rsidP="008C3702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4C1E47">
        <w:rPr>
          <w:rFonts w:ascii="Arial" w:eastAsiaTheme="minorHAnsi" w:hAnsi="Arial" w:cs="Arial"/>
          <w:color w:val="000000"/>
          <w:sz w:val="22"/>
          <w:szCs w:val="22"/>
          <w:lang w:eastAsia="en-US"/>
        </w:rPr>
        <w:lastRenderedPageBreak/>
        <w:t>Rada doporučuje</w:t>
      </w:r>
      <w:r w:rsidR="008623A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="00E63DC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ve </w:t>
      </w:r>
      <w:r w:rsidR="00AE41D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druhém odstavci</w:t>
      </w:r>
      <w:r w:rsidR="00647FA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tabulky</w:t>
      </w:r>
      <w:r w:rsidR="00CA36C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ve větě „</w:t>
      </w:r>
      <w:r w:rsidR="00775694" w:rsidRPr="0077569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 roce 2020 schválila vláda České republiky nový zastřešující strategický dokument, a to Národní politiku výzkumu, vývoje a inovací České republiky 2021</w:t>
      </w:r>
      <w:bookmarkStart w:id="0" w:name="_Hlk209601803"/>
      <w:r w:rsidR="00775694" w:rsidRPr="0077569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+., který pravděpodobně v roce 2026 nahradí dokument Národní priority orientovaného výzkumu</w:t>
      </w:r>
      <w:bookmarkEnd w:id="0"/>
      <w:r w:rsidR="00775694" w:rsidRPr="0077569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.</w:t>
      </w:r>
      <w:r w:rsidR="0077569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“ vypustit </w:t>
      </w:r>
      <w:r w:rsidR="00775694" w:rsidRPr="00775694">
        <w:rPr>
          <w:rFonts w:ascii="Arial" w:eastAsiaTheme="minorHAnsi" w:hAnsi="Arial" w:cs="Arial"/>
          <w:i/>
          <w:iCs/>
          <w:color w:val="000000"/>
          <w:sz w:val="22"/>
          <w:szCs w:val="22"/>
          <w:lang w:eastAsia="en-US"/>
        </w:rPr>
        <w:t>„</w:t>
      </w:r>
      <w:r w:rsidR="00775694" w:rsidRPr="00775694">
        <w:rPr>
          <w:rFonts w:ascii="Arial" w:eastAsiaTheme="minorHAnsi" w:hAnsi="Arial" w:cs="Arial"/>
          <w:b/>
          <w:bCs/>
          <w:i/>
          <w:iCs/>
          <w:color w:val="000000"/>
          <w:sz w:val="22"/>
          <w:szCs w:val="22"/>
          <w:lang w:eastAsia="en-US"/>
        </w:rPr>
        <w:t>který pravděpodobně v roce 2026 nahradí dokument Národní priority orientovaného výzkumu</w:t>
      </w:r>
      <w:r w:rsidR="00775694" w:rsidRPr="00775694">
        <w:rPr>
          <w:rFonts w:ascii="Arial" w:eastAsiaTheme="minorHAnsi" w:hAnsi="Arial" w:cs="Arial"/>
          <w:i/>
          <w:iCs/>
          <w:color w:val="000000"/>
          <w:sz w:val="22"/>
          <w:szCs w:val="22"/>
          <w:lang w:eastAsia="en-US"/>
        </w:rPr>
        <w:t>“</w:t>
      </w:r>
      <w:r w:rsidR="00775694" w:rsidRPr="0077569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.</w:t>
      </w:r>
    </w:p>
    <w:p w14:paraId="7E44002F" w14:textId="258175DB" w:rsidR="00011D33" w:rsidRDefault="00775694" w:rsidP="008C3702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Zdůvodnění</w:t>
      </w:r>
      <w:r w:rsidR="0034318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:</w:t>
      </w:r>
    </w:p>
    <w:p w14:paraId="681FC683" w14:textId="793F2483" w:rsidR="00584C7D" w:rsidRDefault="00584C7D" w:rsidP="008C3702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584C7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Národní priority orientovaného výzkumu nenahrazují Národní politiku výzkumu, vývoje a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</w:t>
      </w:r>
      <w:r w:rsidRPr="00584C7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inovací, která je zakotvena v zákoně č. 130/2002 Sb.</w:t>
      </w:r>
      <w:r w:rsidR="00B7604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, </w:t>
      </w:r>
      <w:r w:rsidR="00B76041" w:rsidRPr="003B021D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o podpoře výzkumu, experimentálního vývoje a inovací z veřejných prostředků a o změně některých souvisejících zákonů (zákon o</w:t>
      </w:r>
      <w:r w:rsidR="00B76041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 </w:t>
      </w:r>
      <w:r w:rsidR="00B76041" w:rsidRPr="003B021D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podpoře výzkumu, experimentálního vývoje a inovací), ve znění pozdějších předpisů</w:t>
      </w:r>
      <w:r w:rsidR="00B76041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.</w:t>
      </w:r>
      <w:r w:rsidR="00C35B60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Rovněž </w:t>
      </w:r>
      <w:r w:rsidR="00CA227E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tak je ukotvena i </w:t>
      </w:r>
      <w:r w:rsidR="00C35B60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v</w:t>
      </w:r>
      <w:r w:rsidR="00D603BA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 zákoně č. 328</w:t>
      </w:r>
      <w:r w:rsidR="003E3872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/</w:t>
      </w:r>
      <w:r w:rsidR="00FE0301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2025</w:t>
      </w:r>
      <w:r w:rsidR="003E3872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Sb.,</w:t>
      </w:r>
      <w:r w:rsidR="00FE0301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o výzkumu, vývoji, inovacích </w:t>
      </w:r>
      <w:r w:rsidR="00391226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a transferu znalostí</w:t>
      </w:r>
      <w:r w:rsidR="0052659B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. </w:t>
      </w:r>
      <w:r w:rsidRPr="00584C7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Oba</w:t>
      </w:r>
      <w:r w:rsidR="00B7604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</w:t>
      </w:r>
      <w:r w:rsidRPr="00584C7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dokumenty </w:t>
      </w:r>
      <w:r w:rsidR="007D727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(politika i priority) </w:t>
      </w:r>
      <w:r w:rsidRPr="00584C7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budou fungovat vedle sebe – priority budou konkrétněji rozvíjet cíle stanovené v</w:t>
      </w:r>
      <w:r w:rsidR="00B7604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</w:t>
      </w:r>
      <w:r w:rsidRPr="00584C7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politice.</w:t>
      </w:r>
    </w:p>
    <w:p w14:paraId="71783D40" w14:textId="77777777" w:rsidR="005829EA" w:rsidRPr="00997573" w:rsidRDefault="005829EA" w:rsidP="005829EA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b/>
          <w:color w:val="000000"/>
          <w:sz w:val="22"/>
          <w:szCs w:val="22"/>
          <w:u w:val="single"/>
          <w:lang w:eastAsia="en-US"/>
        </w:rPr>
      </w:pPr>
      <w:r w:rsidRPr="00997573">
        <w:rPr>
          <w:rFonts w:ascii="Arial" w:eastAsiaTheme="minorHAnsi" w:hAnsi="Arial" w:cs="Arial"/>
          <w:b/>
          <w:color w:val="000000"/>
          <w:sz w:val="22"/>
          <w:szCs w:val="22"/>
          <w:u w:val="single"/>
          <w:lang w:eastAsia="en-US"/>
        </w:rPr>
        <w:t>Připomínka</w:t>
      </w:r>
    </w:p>
    <w:p w14:paraId="2ED928D8" w14:textId="7FAC9892" w:rsidR="005829EA" w:rsidRDefault="005829EA" w:rsidP="008C3702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</w:pPr>
      <w:r w:rsidRPr="005829EA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K materiálu, části 3.12. SC 3.1 Zapojení vědy a výzkumu do řešení prioritních úkolů</w:t>
      </w:r>
      <w:r w:rsidRPr="00AE41D7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 xml:space="preserve"> zdravotnictví</w:t>
      </w:r>
    </w:p>
    <w:p w14:paraId="38DFFA4E" w14:textId="488ABA6C" w:rsidR="005829EA" w:rsidRDefault="005829EA" w:rsidP="008C3702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Rada doporučuje </w:t>
      </w:r>
      <w:r w:rsidR="007C483A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v tabulce u příkladů hlavních opatření v odrážce „Plná </w:t>
      </w:r>
      <w:r w:rsidR="00C231D3" w:rsidRPr="00C231D3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implementace Metodiky hodnocení výzkumných organizací a programů účelové podpory výzkumu, vývoje a inovací (Metodika 17+)</w:t>
      </w:r>
      <w:r w:rsidR="00C231D3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“ nahradit text</w:t>
      </w:r>
      <w:r w:rsidR="00A55817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e</w:t>
      </w:r>
      <w:r w:rsidR="00F7060E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m</w:t>
      </w:r>
      <w:r w:rsidR="00A55817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: </w:t>
      </w:r>
      <w:r w:rsidR="004E3D82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„</w:t>
      </w:r>
      <w:r w:rsidR="004E3D82" w:rsidRPr="009D2205">
        <w:rPr>
          <w:rFonts w:ascii="Arial" w:eastAsiaTheme="minorHAnsi" w:hAnsi="Arial" w:cs="Arial"/>
          <w:b/>
          <w:i/>
          <w:iCs/>
          <w:color w:val="000000"/>
          <w:sz w:val="22"/>
          <w:szCs w:val="22"/>
          <w:u w:val="single"/>
          <w:lang w:eastAsia="en-US"/>
        </w:rPr>
        <w:t xml:space="preserve">Plná implementace Metodiky hodnocení výzkumných organizací </w:t>
      </w:r>
      <w:r w:rsidR="00F7060E" w:rsidRPr="009D2205">
        <w:rPr>
          <w:rFonts w:ascii="Arial" w:eastAsiaTheme="minorHAnsi" w:hAnsi="Arial" w:cs="Arial"/>
          <w:b/>
          <w:i/>
          <w:iCs/>
          <w:color w:val="000000"/>
          <w:sz w:val="22"/>
          <w:szCs w:val="22"/>
          <w:u w:val="single"/>
          <w:lang w:eastAsia="en-US"/>
        </w:rPr>
        <w:t>(Metodika 25+)</w:t>
      </w:r>
      <w:r w:rsidR="00F7060E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“</w:t>
      </w:r>
      <w:r w:rsidR="00C31296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a sladit v textu celého materiálu.</w:t>
      </w:r>
    </w:p>
    <w:p w14:paraId="528F6880" w14:textId="69B02595" w:rsidR="00C231D3" w:rsidRDefault="00C231D3" w:rsidP="008C3702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Zdůvodnění:</w:t>
      </w:r>
    </w:p>
    <w:p w14:paraId="53C0A52F" w14:textId="11A1E718" w:rsidR="00C231D3" w:rsidRPr="005829EA" w:rsidRDefault="0054466A" w:rsidP="008C3702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Usnesením vlády ze dne </w:t>
      </w:r>
      <w:r w:rsidR="002A117C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18. června 2025 č. 458 byla schválena </w:t>
      </w:r>
      <w:r w:rsidR="001F4225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nová </w:t>
      </w:r>
      <w:r w:rsidR="002A117C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Metodika hodnocení výzkumných organizací</w:t>
      </w:r>
      <w:r w:rsidR="00CF6AAD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(2025+)</w:t>
      </w:r>
      <w:r w:rsidR="001F4225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.</w:t>
      </w:r>
    </w:p>
    <w:p w14:paraId="2946F7ED" w14:textId="77777777" w:rsidR="004C1E47" w:rsidRPr="002106C9" w:rsidRDefault="004C1E47" w:rsidP="004C1E47">
      <w:pPr>
        <w:numPr>
          <w:ilvl w:val="0"/>
          <w:numId w:val="26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2106C9">
        <w:rPr>
          <w:rFonts w:ascii="Arial" w:hAnsi="Arial" w:cs="Arial"/>
          <w:b/>
          <w:color w:val="0070C0"/>
          <w:sz w:val="22"/>
          <w:szCs w:val="22"/>
        </w:rPr>
        <w:t xml:space="preserve">Závěr </w:t>
      </w:r>
    </w:p>
    <w:p w14:paraId="22A20229" w14:textId="75D71B6B" w:rsidR="004C1E47" w:rsidRPr="004C1E47" w:rsidRDefault="004C1E47" w:rsidP="004C1E47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bookmarkStart w:id="1" w:name="OLE_LINK1"/>
      <w:r w:rsidRPr="004C1E4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Rada doporučuje p</w:t>
      </w:r>
      <w:r w:rsidR="0012148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ředkladateli</w:t>
      </w:r>
      <w:r w:rsidRPr="004C1E4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po zapracování připomínek uvedených v části IV. stanoviska předložit materiál na jednání vlády</w:t>
      </w:r>
      <w:bookmarkEnd w:id="1"/>
      <w:r w:rsidRPr="004C1E4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.</w:t>
      </w:r>
    </w:p>
    <w:p w14:paraId="3C39A82D" w14:textId="77777777" w:rsidR="004C1E47" w:rsidRPr="004C1E47" w:rsidRDefault="004C1E47" w:rsidP="004C1E47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0AF5928E" w14:textId="32A0AA45" w:rsidR="004C1E47" w:rsidRPr="004C1E47" w:rsidRDefault="004C1E47" w:rsidP="004C1E47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E4AB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V Praze dne </w:t>
      </w:r>
      <w:r w:rsidR="009C372E" w:rsidRPr="002B406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24</w:t>
      </w:r>
      <w:r w:rsidRPr="002B406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. </w:t>
      </w:r>
      <w:r w:rsidR="009C372E" w:rsidRPr="002B406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října</w:t>
      </w:r>
      <w:r w:rsidRPr="001E4AB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202</w:t>
      </w:r>
      <w:r w:rsidR="0049468F" w:rsidRPr="001E4AB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5</w:t>
      </w:r>
    </w:p>
    <w:p w14:paraId="28356D65" w14:textId="7605418E" w:rsidR="008D3D31" w:rsidRPr="001E0316" w:rsidRDefault="008D3D31" w:rsidP="001E0316">
      <w:pPr>
        <w:spacing w:after="240" w:line="276" w:lineRule="auto"/>
        <w:rPr>
          <w:rFonts w:ascii="Arial" w:hAnsi="Arial" w:cs="Arial"/>
          <w:b/>
          <w:color w:val="0070C0"/>
          <w:sz w:val="28"/>
          <w:szCs w:val="28"/>
        </w:rPr>
      </w:pPr>
    </w:p>
    <w:sectPr w:rsidR="008D3D31" w:rsidRPr="001E0316" w:rsidSect="009758E5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83AE47" w14:textId="77777777" w:rsidR="001A03E7" w:rsidRDefault="001A03E7" w:rsidP="008F77F6">
      <w:r>
        <w:separator/>
      </w:r>
    </w:p>
  </w:endnote>
  <w:endnote w:type="continuationSeparator" w:id="0">
    <w:p w14:paraId="65E41636" w14:textId="77777777" w:rsidR="001A03E7" w:rsidRDefault="001A03E7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6C431" w14:textId="77777777" w:rsidR="00E254A5" w:rsidRDefault="00B120CD" w:rsidP="00E254A5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/>
    </w:sdt>
  </w:p>
  <w:sdt>
    <w:sdtPr>
      <w:rPr>
        <w:rFonts w:ascii="Arial" w:hAnsi="Arial" w:cs="Arial"/>
        <w:sz w:val="18"/>
        <w:szCs w:val="18"/>
      </w:rPr>
      <w:id w:val="11227300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3491130"/>
          <w:docPartObj>
            <w:docPartGallery w:val="Page Numbers (Top of Page)"/>
            <w:docPartUnique/>
          </w:docPartObj>
        </w:sdtPr>
        <w:sdtEndPr/>
        <w:sdtContent>
          <w:p w14:paraId="3151614C" w14:textId="629A2F38" w:rsidR="00B120CD" w:rsidRPr="00E254A5" w:rsidRDefault="00E254A5" w:rsidP="00E254A5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86DF252" wp14:editId="4CF6004A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150259382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F5D47C8" id="Přímá spojnic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595523763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1312" behindDoc="0" locked="0" layoutInCell="1" allowOverlap="1" wp14:anchorId="1476022F" wp14:editId="0E3E7CC0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916824440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1E6E9A8D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BC46CE"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3360" behindDoc="0" locked="0" layoutInCell="1" allowOverlap="1" wp14:anchorId="61BE3554" wp14:editId="5910D22C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613352206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0B0FD56C" id="Přímá spojnice 2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A65F56">
                  <w:rPr>
                    <w:rFonts w:ascii="Arial" w:hAnsi="Arial" w:cs="Arial"/>
                    <w:bCs/>
                    <w:sz w:val="16"/>
                    <w:szCs w:val="16"/>
                  </w:rPr>
                  <w:t>Strategický rámec rozvoje péče o zdraví v ČR do roku 2035</w:t>
                </w:r>
                <w:r w:rsidR="00523356">
                  <w:rPr>
                    <w:rFonts w:ascii="Arial" w:hAnsi="Arial" w:cs="Arial"/>
                    <w:bCs/>
                    <w:sz w:val="16"/>
                    <w:szCs w:val="16"/>
                  </w:rPr>
                  <w:tab/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1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9BC7A31" w14:textId="2E48A682" w:rsidR="00B13622" w:rsidRPr="00E254A5" w:rsidRDefault="00B13622" w:rsidP="00B13622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00EDBE4E" wp14:editId="3BAA66AA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70AD71B" id="Přímá spojnice 2" o:spid="_x0000_s1026" style="position:absolute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522399202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Pr="00224F8B">
                  <w:rPr>
                    <w:rFonts w:ascii="Arial" w:hAnsi="Arial" w:cs="Arial"/>
                    <w:bCs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54144" behindDoc="0" locked="0" layoutInCell="1" allowOverlap="1" wp14:anchorId="133167AC" wp14:editId="6962DD3E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407251093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3FE3DB54" id="Přímá spojnice 2" o:spid="_x0000_s1026" style="position:absolute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224F8B" w:rsidRPr="00224F8B">
                  <w:rPr>
                    <w:rFonts w:ascii="Arial" w:hAnsi="Arial" w:cs="Arial"/>
                    <w:bCs/>
                    <w:sz w:val="16"/>
                    <w:szCs w:val="16"/>
                  </w:rPr>
                  <w:t xml:space="preserve"> </w:t>
                </w:r>
                <w:r w:rsidR="000C1A0C">
                  <w:rPr>
                    <w:rFonts w:ascii="Arial" w:hAnsi="Arial" w:cs="Arial"/>
                    <w:bCs/>
                    <w:sz w:val="16"/>
                    <w:szCs w:val="16"/>
                  </w:rPr>
                  <w:t>Strategický rámec rozvoje péče o zdraví</w:t>
                </w:r>
                <w:r w:rsidR="00A65F56">
                  <w:rPr>
                    <w:rFonts w:ascii="Arial" w:hAnsi="Arial" w:cs="Arial"/>
                    <w:bCs/>
                    <w:sz w:val="16"/>
                    <w:szCs w:val="16"/>
                  </w:rPr>
                  <w:t xml:space="preserve"> v ČR do roku 2035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="00523356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5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0D4995" w14:textId="77777777" w:rsidR="001A03E7" w:rsidRDefault="001A03E7" w:rsidP="008F77F6">
      <w:r>
        <w:separator/>
      </w:r>
    </w:p>
  </w:footnote>
  <w:footnote w:type="continuationSeparator" w:id="0">
    <w:p w14:paraId="2A4E2D87" w14:textId="77777777" w:rsidR="001A03E7" w:rsidRDefault="001A03E7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F70FB" w14:textId="77777777" w:rsidR="00B13622" w:rsidRDefault="00B1362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14720" behindDoc="1" locked="0" layoutInCell="1" allowOverlap="1" wp14:anchorId="0E4483A8" wp14:editId="757B7674">
              <wp:simplePos x="0" y="0"/>
              <wp:positionH relativeFrom="margin">
                <wp:posOffset>4961729</wp:posOffset>
              </wp:positionH>
              <wp:positionV relativeFrom="topMargin">
                <wp:posOffset>695505</wp:posOffset>
              </wp:positionV>
              <wp:extent cx="1104596" cy="333375"/>
              <wp:effectExtent l="0" t="0" r="0" b="0"/>
              <wp:wrapNone/>
              <wp:docPr id="46" name="Text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4596" cy="3333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CE705D" w14:textId="6F5AF2E1" w:rsidR="00B13622" w:rsidRPr="00B13622" w:rsidRDefault="00B13622" w:rsidP="00B13622">
                          <w:pPr>
                            <w:spacing w:before="5"/>
                            <w:ind w:left="20"/>
                            <w:jc w:val="right"/>
                            <w:rPr>
                              <w:rFonts w:ascii="Arial" w:hAnsi="Arial" w:cs="Arial"/>
                              <w:b/>
                              <w:sz w:val="44"/>
                            </w:rPr>
                          </w:pPr>
                          <w:r w:rsidRPr="001E4AB6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41</w:t>
                          </w:r>
                          <w:r w:rsidR="000C1A0C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5</w:t>
                          </w:r>
                          <w:r w:rsidRPr="001E4AB6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/A</w:t>
                          </w:r>
                          <w:r w:rsidR="002C7FCB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7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E4483A8" id="_x0000_t202" coordsize="21600,21600" o:spt="202" path="m,l,21600r21600,l21600,xe">
              <v:stroke joinstyle="miter"/>
              <v:path gradientshapeok="t" o:connecttype="rect"/>
            </v:shapetype>
            <v:shape id="Textbox 46" o:spid="_x0000_s1026" type="#_x0000_t202" style="position:absolute;margin-left:390.7pt;margin-top:54.75pt;width:87pt;height:26.25pt;z-index:-251701760;visibility:visible;mso-wrap-style:square;mso-width-percent:0;mso-wrap-distance-left:0;mso-wrap-distance-top:0;mso-wrap-distance-right:0;mso-wrap-distance-bottom:0;mso-position-horizontal:absolute;mso-position-horizontal-relative:margin;mso-position-vertical:absolute;mso-position-vertical-relative:top-margin-area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" filled="f" stroked="f">
              <v:textbox inset="0,0,0,0">
                <w:txbxContent>
                  <w:p w14:paraId="10CE705D" w14:textId="6F5AF2E1" w:rsidR="00B13622" w:rsidRPr="00B13622" w:rsidRDefault="00B13622" w:rsidP="00B13622">
                    <w:pPr>
                      <w:spacing w:before="5"/>
                      <w:ind w:left="20"/>
                      <w:jc w:val="right"/>
                      <w:rPr>
                        <w:rFonts w:ascii="Arial" w:hAnsi="Arial" w:cs="Arial"/>
                        <w:b/>
                        <w:sz w:val="44"/>
                      </w:rPr>
                    </w:pPr>
                    <w:r w:rsidRPr="001E4AB6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41</w:t>
                    </w:r>
                    <w:r w:rsidR="000C1A0C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5</w:t>
                    </w:r>
                    <w:r w:rsidRPr="001E4AB6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/A</w:t>
                    </w:r>
                    <w:r w:rsidR="002C7FCB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7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13696" behindDoc="1" locked="1" layoutInCell="1" allowOverlap="0" wp14:anchorId="1C7C49B6" wp14:editId="67249179">
          <wp:simplePos x="0" y="0"/>
          <wp:positionH relativeFrom="margin">
            <wp:posOffset>-48260</wp:posOffset>
          </wp:positionH>
          <wp:positionV relativeFrom="topMargin">
            <wp:posOffset>587375</wp:posOffset>
          </wp:positionV>
          <wp:extent cx="2206625" cy="6477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625" cy="6477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D2FCB0D4"/>
    <w:lvl w:ilvl="0">
      <w:numFmt w:val="bullet"/>
      <w:lvlText w:val="*"/>
      <w:lvlJc w:val="left"/>
    </w:lvl>
  </w:abstractNum>
  <w:abstractNum w:abstractNumId="2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177EE7"/>
    <w:multiLevelType w:val="multilevel"/>
    <w:tmpl w:val="72C8E9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59E2F1F"/>
    <w:multiLevelType w:val="hybridMultilevel"/>
    <w:tmpl w:val="1E9209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C76D7D"/>
    <w:multiLevelType w:val="hybridMultilevel"/>
    <w:tmpl w:val="F0C6A5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3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6F2957"/>
    <w:multiLevelType w:val="hybridMultilevel"/>
    <w:tmpl w:val="7604D66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F00882"/>
    <w:multiLevelType w:val="hybridMultilevel"/>
    <w:tmpl w:val="24AC4DEE"/>
    <w:lvl w:ilvl="0" w:tplc="404C180E">
      <w:start w:val="10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BB44D97"/>
    <w:multiLevelType w:val="hybridMultilevel"/>
    <w:tmpl w:val="7712590E"/>
    <w:lvl w:ilvl="0" w:tplc="DD50C4DE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color w:val="0070C0"/>
        <w:sz w:val="24"/>
        <w:szCs w:val="20"/>
      </w:rPr>
    </w:lvl>
    <w:lvl w:ilvl="1" w:tplc="55EC984E">
      <w:start w:val="1"/>
      <w:numFmt w:val="decimal"/>
      <w:lvlText w:val="%2)"/>
      <w:lvlJc w:val="left"/>
      <w:pPr>
        <w:ind w:left="1418" w:hanging="360"/>
      </w:pPr>
      <w:rPr>
        <w:rFonts w:ascii="Arial" w:eastAsia="Times New Roman" w:hAnsi="Arial" w:cs="Arial"/>
        <w:b w:val="0"/>
        <w:i w:val="0"/>
      </w:r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2DB669BC"/>
    <w:multiLevelType w:val="hybridMultilevel"/>
    <w:tmpl w:val="81A290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756E6B"/>
    <w:multiLevelType w:val="hybridMultilevel"/>
    <w:tmpl w:val="B78ADFB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32" w:hanging="360"/>
      </w:pPr>
    </w:lvl>
    <w:lvl w:ilvl="2" w:tplc="0405001B" w:tentative="1">
      <w:start w:val="1"/>
      <w:numFmt w:val="lowerRoman"/>
      <w:lvlText w:val="%3."/>
      <w:lvlJc w:val="right"/>
      <w:pPr>
        <w:ind w:left="1452" w:hanging="180"/>
      </w:pPr>
    </w:lvl>
    <w:lvl w:ilvl="3" w:tplc="0405000F" w:tentative="1">
      <w:start w:val="1"/>
      <w:numFmt w:val="decimal"/>
      <w:lvlText w:val="%4."/>
      <w:lvlJc w:val="left"/>
      <w:pPr>
        <w:ind w:left="2172" w:hanging="360"/>
      </w:pPr>
    </w:lvl>
    <w:lvl w:ilvl="4" w:tplc="04050019" w:tentative="1">
      <w:start w:val="1"/>
      <w:numFmt w:val="lowerLetter"/>
      <w:lvlText w:val="%5."/>
      <w:lvlJc w:val="left"/>
      <w:pPr>
        <w:ind w:left="2892" w:hanging="360"/>
      </w:pPr>
    </w:lvl>
    <w:lvl w:ilvl="5" w:tplc="0405001B" w:tentative="1">
      <w:start w:val="1"/>
      <w:numFmt w:val="lowerRoman"/>
      <w:lvlText w:val="%6."/>
      <w:lvlJc w:val="right"/>
      <w:pPr>
        <w:ind w:left="3612" w:hanging="180"/>
      </w:pPr>
    </w:lvl>
    <w:lvl w:ilvl="6" w:tplc="0405000F" w:tentative="1">
      <w:start w:val="1"/>
      <w:numFmt w:val="decimal"/>
      <w:lvlText w:val="%7."/>
      <w:lvlJc w:val="left"/>
      <w:pPr>
        <w:ind w:left="4332" w:hanging="360"/>
      </w:pPr>
    </w:lvl>
    <w:lvl w:ilvl="7" w:tplc="04050019" w:tentative="1">
      <w:start w:val="1"/>
      <w:numFmt w:val="lowerLetter"/>
      <w:lvlText w:val="%8."/>
      <w:lvlJc w:val="left"/>
      <w:pPr>
        <w:ind w:left="5052" w:hanging="360"/>
      </w:pPr>
    </w:lvl>
    <w:lvl w:ilvl="8" w:tplc="040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24" w15:restartNumberingAfterBreak="0">
    <w:nsid w:val="3083614D"/>
    <w:multiLevelType w:val="hybridMultilevel"/>
    <w:tmpl w:val="B28C43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8C27A9"/>
    <w:multiLevelType w:val="multilevel"/>
    <w:tmpl w:val="81EA9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E44637"/>
    <w:multiLevelType w:val="multilevel"/>
    <w:tmpl w:val="BC942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5D902F96"/>
    <w:multiLevelType w:val="multilevel"/>
    <w:tmpl w:val="B3E04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862911"/>
    <w:multiLevelType w:val="hybridMultilevel"/>
    <w:tmpl w:val="784A0A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2D717E0"/>
    <w:multiLevelType w:val="hybridMultilevel"/>
    <w:tmpl w:val="B28C43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38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A92AAC"/>
    <w:multiLevelType w:val="hybridMultilevel"/>
    <w:tmpl w:val="7BF87B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F36419"/>
    <w:multiLevelType w:val="hybridMultilevel"/>
    <w:tmpl w:val="F5EA938C"/>
    <w:lvl w:ilvl="0" w:tplc="235ABB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7562523">
    <w:abstractNumId w:val="3"/>
  </w:num>
  <w:num w:numId="2" w16cid:durableId="719521593">
    <w:abstractNumId w:val="18"/>
  </w:num>
  <w:num w:numId="3" w16cid:durableId="1098527943">
    <w:abstractNumId w:val="10"/>
  </w:num>
  <w:num w:numId="4" w16cid:durableId="90512263">
    <w:abstractNumId w:val="11"/>
  </w:num>
  <w:num w:numId="5" w16cid:durableId="1430348738">
    <w:abstractNumId w:val="21"/>
  </w:num>
  <w:num w:numId="6" w16cid:durableId="984699852">
    <w:abstractNumId w:val="0"/>
  </w:num>
  <w:num w:numId="7" w16cid:durableId="553009888">
    <w:abstractNumId w:val="7"/>
  </w:num>
  <w:num w:numId="8" w16cid:durableId="572007924">
    <w:abstractNumId w:val="28"/>
  </w:num>
  <w:num w:numId="9" w16cid:durableId="1881090194">
    <w:abstractNumId w:val="12"/>
  </w:num>
  <w:num w:numId="10" w16cid:durableId="1309558488">
    <w:abstractNumId w:val="29"/>
  </w:num>
  <w:num w:numId="11" w16cid:durableId="90128545">
    <w:abstractNumId w:val="27"/>
  </w:num>
  <w:num w:numId="12" w16cid:durableId="778766677">
    <w:abstractNumId w:val="32"/>
  </w:num>
  <w:num w:numId="13" w16cid:durableId="167139912">
    <w:abstractNumId w:val="25"/>
  </w:num>
  <w:num w:numId="14" w16cid:durableId="305205252">
    <w:abstractNumId w:val="37"/>
  </w:num>
  <w:num w:numId="15" w16cid:durableId="864824891">
    <w:abstractNumId w:val="15"/>
  </w:num>
  <w:num w:numId="16" w16cid:durableId="437145923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2034112331">
    <w:abstractNumId w:val="13"/>
  </w:num>
  <w:num w:numId="18" w16cid:durableId="1607349755">
    <w:abstractNumId w:val="38"/>
  </w:num>
  <w:num w:numId="19" w16cid:durableId="1598558212">
    <w:abstractNumId w:val="2"/>
  </w:num>
  <w:num w:numId="20" w16cid:durableId="1255482614">
    <w:abstractNumId w:val="5"/>
  </w:num>
  <w:num w:numId="21" w16cid:durableId="1423188385">
    <w:abstractNumId w:val="36"/>
  </w:num>
  <w:num w:numId="22" w16cid:durableId="99686336">
    <w:abstractNumId w:val="33"/>
  </w:num>
  <w:num w:numId="23" w16cid:durableId="1493335194">
    <w:abstractNumId w:val="4"/>
  </w:num>
  <w:num w:numId="24" w16cid:durableId="786581191">
    <w:abstractNumId w:val="14"/>
  </w:num>
  <w:num w:numId="25" w16cid:durableId="170413285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6" w16cid:durableId="2120949554">
    <w:abstractNumId w:val="20"/>
  </w:num>
  <w:num w:numId="27" w16cid:durableId="108014985">
    <w:abstractNumId w:val="23"/>
  </w:num>
  <w:num w:numId="28" w16cid:durableId="811562892">
    <w:abstractNumId w:val="17"/>
  </w:num>
  <w:num w:numId="29" w16cid:durableId="1383291290">
    <w:abstractNumId w:val="19"/>
  </w:num>
  <w:num w:numId="30" w16cid:durableId="2039742906">
    <w:abstractNumId w:val="24"/>
  </w:num>
  <w:num w:numId="31" w16cid:durableId="203979671">
    <w:abstractNumId w:val="30"/>
  </w:num>
  <w:num w:numId="32" w16cid:durableId="956258308">
    <w:abstractNumId w:val="26"/>
  </w:num>
  <w:num w:numId="33" w16cid:durableId="228269855">
    <w:abstractNumId w:val="34"/>
  </w:num>
  <w:num w:numId="34" w16cid:durableId="142822485">
    <w:abstractNumId w:val="40"/>
  </w:num>
  <w:num w:numId="35" w16cid:durableId="1287345848">
    <w:abstractNumId w:val="6"/>
  </w:num>
  <w:num w:numId="36" w16cid:durableId="1661931357">
    <w:abstractNumId w:val="9"/>
  </w:num>
  <w:num w:numId="37" w16cid:durableId="660885156">
    <w:abstractNumId w:val="22"/>
  </w:num>
  <w:num w:numId="38" w16cid:durableId="1376930990">
    <w:abstractNumId w:val="8"/>
  </w:num>
  <w:num w:numId="39" w16cid:durableId="397484066">
    <w:abstractNumId w:val="39"/>
  </w:num>
  <w:num w:numId="40" w16cid:durableId="313023381">
    <w:abstractNumId w:val="35"/>
  </w:num>
  <w:num w:numId="41" w16cid:durableId="108109880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E47"/>
    <w:rsid w:val="0000012F"/>
    <w:rsid w:val="00004BB8"/>
    <w:rsid w:val="00011D33"/>
    <w:rsid w:val="000120D6"/>
    <w:rsid w:val="00015D6C"/>
    <w:rsid w:val="00016B78"/>
    <w:rsid w:val="0002313D"/>
    <w:rsid w:val="00024A50"/>
    <w:rsid w:val="00024D54"/>
    <w:rsid w:val="00027702"/>
    <w:rsid w:val="00033327"/>
    <w:rsid w:val="00035EFD"/>
    <w:rsid w:val="00041AC0"/>
    <w:rsid w:val="00043BB4"/>
    <w:rsid w:val="00045E66"/>
    <w:rsid w:val="0004668C"/>
    <w:rsid w:val="000472F8"/>
    <w:rsid w:val="0005170E"/>
    <w:rsid w:val="000549A1"/>
    <w:rsid w:val="000562B1"/>
    <w:rsid w:val="000574CE"/>
    <w:rsid w:val="0006058B"/>
    <w:rsid w:val="00060D62"/>
    <w:rsid w:val="000625F8"/>
    <w:rsid w:val="00065C9D"/>
    <w:rsid w:val="000668D4"/>
    <w:rsid w:val="000722CE"/>
    <w:rsid w:val="000751ED"/>
    <w:rsid w:val="000755CB"/>
    <w:rsid w:val="00076499"/>
    <w:rsid w:val="00077AD9"/>
    <w:rsid w:val="00081162"/>
    <w:rsid w:val="0008125C"/>
    <w:rsid w:val="000817EE"/>
    <w:rsid w:val="00083370"/>
    <w:rsid w:val="00083D98"/>
    <w:rsid w:val="00084C50"/>
    <w:rsid w:val="00086B42"/>
    <w:rsid w:val="000942EB"/>
    <w:rsid w:val="000A6BD0"/>
    <w:rsid w:val="000B314A"/>
    <w:rsid w:val="000B347D"/>
    <w:rsid w:val="000C1A0C"/>
    <w:rsid w:val="000C1F1B"/>
    <w:rsid w:val="000C2009"/>
    <w:rsid w:val="000C4503"/>
    <w:rsid w:val="000C4A33"/>
    <w:rsid w:val="000C7099"/>
    <w:rsid w:val="000C7CA6"/>
    <w:rsid w:val="000D0E51"/>
    <w:rsid w:val="000E29A9"/>
    <w:rsid w:val="000E3C17"/>
    <w:rsid w:val="000E5261"/>
    <w:rsid w:val="000E7427"/>
    <w:rsid w:val="001029D8"/>
    <w:rsid w:val="0010695C"/>
    <w:rsid w:val="001125CD"/>
    <w:rsid w:val="001129EF"/>
    <w:rsid w:val="00113765"/>
    <w:rsid w:val="00113A3F"/>
    <w:rsid w:val="00113FB3"/>
    <w:rsid w:val="001151F0"/>
    <w:rsid w:val="001153DA"/>
    <w:rsid w:val="001160B1"/>
    <w:rsid w:val="0012148E"/>
    <w:rsid w:val="00124F9C"/>
    <w:rsid w:val="001268F8"/>
    <w:rsid w:val="001272E3"/>
    <w:rsid w:val="00134428"/>
    <w:rsid w:val="00144C07"/>
    <w:rsid w:val="00152006"/>
    <w:rsid w:val="00155CD5"/>
    <w:rsid w:val="00156192"/>
    <w:rsid w:val="00157380"/>
    <w:rsid w:val="00160998"/>
    <w:rsid w:val="00162A96"/>
    <w:rsid w:val="00163448"/>
    <w:rsid w:val="00176933"/>
    <w:rsid w:val="00183032"/>
    <w:rsid w:val="00183C16"/>
    <w:rsid w:val="0018716A"/>
    <w:rsid w:val="00193DBE"/>
    <w:rsid w:val="001942F6"/>
    <w:rsid w:val="00197C0D"/>
    <w:rsid w:val="001A03E7"/>
    <w:rsid w:val="001A24A6"/>
    <w:rsid w:val="001A6585"/>
    <w:rsid w:val="001B2327"/>
    <w:rsid w:val="001B2DBC"/>
    <w:rsid w:val="001B32DA"/>
    <w:rsid w:val="001B346D"/>
    <w:rsid w:val="001B78C5"/>
    <w:rsid w:val="001C04DF"/>
    <w:rsid w:val="001C3564"/>
    <w:rsid w:val="001C40E3"/>
    <w:rsid w:val="001C70F7"/>
    <w:rsid w:val="001D03E6"/>
    <w:rsid w:val="001D0791"/>
    <w:rsid w:val="001D1E7E"/>
    <w:rsid w:val="001D2DF6"/>
    <w:rsid w:val="001D3023"/>
    <w:rsid w:val="001D34CE"/>
    <w:rsid w:val="001D3920"/>
    <w:rsid w:val="001D43F8"/>
    <w:rsid w:val="001E0316"/>
    <w:rsid w:val="001E38CB"/>
    <w:rsid w:val="001E4AB6"/>
    <w:rsid w:val="001F190C"/>
    <w:rsid w:val="001F1F98"/>
    <w:rsid w:val="001F25B2"/>
    <w:rsid w:val="001F2765"/>
    <w:rsid w:val="001F38CB"/>
    <w:rsid w:val="001F4225"/>
    <w:rsid w:val="00200490"/>
    <w:rsid w:val="00201B1F"/>
    <w:rsid w:val="002106C9"/>
    <w:rsid w:val="002128C9"/>
    <w:rsid w:val="00215834"/>
    <w:rsid w:val="00215F97"/>
    <w:rsid w:val="00224F8B"/>
    <w:rsid w:val="00225149"/>
    <w:rsid w:val="0022699E"/>
    <w:rsid w:val="002276E6"/>
    <w:rsid w:val="00227993"/>
    <w:rsid w:val="00230132"/>
    <w:rsid w:val="00231040"/>
    <w:rsid w:val="00237006"/>
    <w:rsid w:val="00237892"/>
    <w:rsid w:val="00244CE6"/>
    <w:rsid w:val="002457E3"/>
    <w:rsid w:val="00245F90"/>
    <w:rsid w:val="00251ADD"/>
    <w:rsid w:val="00253052"/>
    <w:rsid w:val="00253FE7"/>
    <w:rsid w:val="00257470"/>
    <w:rsid w:val="00264A24"/>
    <w:rsid w:val="00265A36"/>
    <w:rsid w:val="00266AB1"/>
    <w:rsid w:val="002701B8"/>
    <w:rsid w:val="00271833"/>
    <w:rsid w:val="002718BE"/>
    <w:rsid w:val="00275C98"/>
    <w:rsid w:val="0027677E"/>
    <w:rsid w:val="0027714E"/>
    <w:rsid w:val="00283DBF"/>
    <w:rsid w:val="0028411C"/>
    <w:rsid w:val="00284262"/>
    <w:rsid w:val="00293109"/>
    <w:rsid w:val="002931EB"/>
    <w:rsid w:val="00296E55"/>
    <w:rsid w:val="0029727E"/>
    <w:rsid w:val="002A0AE0"/>
    <w:rsid w:val="002A117C"/>
    <w:rsid w:val="002A20A6"/>
    <w:rsid w:val="002A7D75"/>
    <w:rsid w:val="002B0284"/>
    <w:rsid w:val="002B3855"/>
    <w:rsid w:val="002B406C"/>
    <w:rsid w:val="002B48A8"/>
    <w:rsid w:val="002B5085"/>
    <w:rsid w:val="002B64B7"/>
    <w:rsid w:val="002B6F27"/>
    <w:rsid w:val="002C011B"/>
    <w:rsid w:val="002C28A3"/>
    <w:rsid w:val="002C2B69"/>
    <w:rsid w:val="002C3837"/>
    <w:rsid w:val="002C3B0C"/>
    <w:rsid w:val="002C4CD2"/>
    <w:rsid w:val="002C6978"/>
    <w:rsid w:val="002C7FCB"/>
    <w:rsid w:val="002D3931"/>
    <w:rsid w:val="002D4D3C"/>
    <w:rsid w:val="002E2591"/>
    <w:rsid w:val="002E7B46"/>
    <w:rsid w:val="002F5C51"/>
    <w:rsid w:val="0030107B"/>
    <w:rsid w:val="003035B7"/>
    <w:rsid w:val="0030427B"/>
    <w:rsid w:val="0030455B"/>
    <w:rsid w:val="00305C90"/>
    <w:rsid w:val="00307014"/>
    <w:rsid w:val="003070F6"/>
    <w:rsid w:val="00310690"/>
    <w:rsid w:val="00312168"/>
    <w:rsid w:val="00314D57"/>
    <w:rsid w:val="00315BD6"/>
    <w:rsid w:val="003403ED"/>
    <w:rsid w:val="00343180"/>
    <w:rsid w:val="003444D1"/>
    <w:rsid w:val="00344805"/>
    <w:rsid w:val="00345CC3"/>
    <w:rsid w:val="003538D0"/>
    <w:rsid w:val="003554B4"/>
    <w:rsid w:val="00356811"/>
    <w:rsid w:val="003572B9"/>
    <w:rsid w:val="00360293"/>
    <w:rsid w:val="0036298F"/>
    <w:rsid w:val="00363BA3"/>
    <w:rsid w:val="003647AD"/>
    <w:rsid w:val="003718B7"/>
    <w:rsid w:val="00371954"/>
    <w:rsid w:val="0037287E"/>
    <w:rsid w:val="003744AA"/>
    <w:rsid w:val="0037508D"/>
    <w:rsid w:val="003752ED"/>
    <w:rsid w:val="003776A2"/>
    <w:rsid w:val="00380015"/>
    <w:rsid w:val="00381FEC"/>
    <w:rsid w:val="003822B4"/>
    <w:rsid w:val="00382575"/>
    <w:rsid w:val="003825C0"/>
    <w:rsid w:val="0038418D"/>
    <w:rsid w:val="00384B79"/>
    <w:rsid w:val="00384C2D"/>
    <w:rsid w:val="003851B0"/>
    <w:rsid w:val="00387B05"/>
    <w:rsid w:val="00387B7A"/>
    <w:rsid w:val="00390C77"/>
    <w:rsid w:val="00390EC1"/>
    <w:rsid w:val="00391226"/>
    <w:rsid w:val="00393CF8"/>
    <w:rsid w:val="00394D13"/>
    <w:rsid w:val="00394E6A"/>
    <w:rsid w:val="0039584F"/>
    <w:rsid w:val="00396F73"/>
    <w:rsid w:val="003A0AC6"/>
    <w:rsid w:val="003A0E72"/>
    <w:rsid w:val="003A37F0"/>
    <w:rsid w:val="003A5087"/>
    <w:rsid w:val="003A66E5"/>
    <w:rsid w:val="003B021D"/>
    <w:rsid w:val="003B0484"/>
    <w:rsid w:val="003B540B"/>
    <w:rsid w:val="003B6C14"/>
    <w:rsid w:val="003B78D8"/>
    <w:rsid w:val="003C126D"/>
    <w:rsid w:val="003C2A8E"/>
    <w:rsid w:val="003C3856"/>
    <w:rsid w:val="003C3FEC"/>
    <w:rsid w:val="003C6020"/>
    <w:rsid w:val="003C61A0"/>
    <w:rsid w:val="003C63EE"/>
    <w:rsid w:val="003D06F6"/>
    <w:rsid w:val="003D2A3D"/>
    <w:rsid w:val="003D54EA"/>
    <w:rsid w:val="003E2B2F"/>
    <w:rsid w:val="003E3872"/>
    <w:rsid w:val="003E3BB2"/>
    <w:rsid w:val="003E3BF9"/>
    <w:rsid w:val="003E5FC1"/>
    <w:rsid w:val="003E6A03"/>
    <w:rsid w:val="003E77B2"/>
    <w:rsid w:val="00400F71"/>
    <w:rsid w:val="00403A63"/>
    <w:rsid w:val="00407FCF"/>
    <w:rsid w:val="00414FDE"/>
    <w:rsid w:val="00423DB2"/>
    <w:rsid w:val="00424438"/>
    <w:rsid w:val="00424DF8"/>
    <w:rsid w:val="00425791"/>
    <w:rsid w:val="00430443"/>
    <w:rsid w:val="0043363D"/>
    <w:rsid w:val="00435943"/>
    <w:rsid w:val="004369C1"/>
    <w:rsid w:val="00440882"/>
    <w:rsid w:val="00441F71"/>
    <w:rsid w:val="00443D2C"/>
    <w:rsid w:val="0044524D"/>
    <w:rsid w:val="004500C8"/>
    <w:rsid w:val="004511DF"/>
    <w:rsid w:val="00452CDA"/>
    <w:rsid w:val="0045567B"/>
    <w:rsid w:val="004600B2"/>
    <w:rsid w:val="0046041D"/>
    <w:rsid w:val="00465CFE"/>
    <w:rsid w:val="00474037"/>
    <w:rsid w:val="004772BC"/>
    <w:rsid w:val="0048037B"/>
    <w:rsid w:val="004804E7"/>
    <w:rsid w:val="00482C15"/>
    <w:rsid w:val="00486F44"/>
    <w:rsid w:val="00491080"/>
    <w:rsid w:val="0049162B"/>
    <w:rsid w:val="0049236E"/>
    <w:rsid w:val="00493CD2"/>
    <w:rsid w:val="004945C1"/>
    <w:rsid w:val="0049468F"/>
    <w:rsid w:val="00494F11"/>
    <w:rsid w:val="0049707B"/>
    <w:rsid w:val="004A2DB8"/>
    <w:rsid w:val="004A467E"/>
    <w:rsid w:val="004B2358"/>
    <w:rsid w:val="004C0127"/>
    <w:rsid w:val="004C1E47"/>
    <w:rsid w:val="004C2973"/>
    <w:rsid w:val="004C32A7"/>
    <w:rsid w:val="004C3B35"/>
    <w:rsid w:val="004C3C2A"/>
    <w:rsid w:val="004C6CF3"/>
    <w:rsid w:val="004C7CD8"/>
    <w:rsid w:val="004D0F2A"/>
    <w:rsid w:val="004D1459"/>
    <w:rsid w:val="004D15A9"/>
    <w:rsid w:val="004D1AA1"/>
    <w:rsid w:val="004D4214"/>
    <w:rsid w:val="004D49EC"/>
    <w:rsid w:val="004D62CB"/>
    <w:rsid w:val="004E0FCE"/>
    <w:rsid w:val="004E3D82"/>
    <w:rsid w:val="004E3EF3"/>
    <w:rsid w:val="004E4018"/>
    <w:rsid w:val="004E7D79"/>
    <w:rsid w:val="004F0A9B"/>
    <w:rsid w:val="004F0EA8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3356"/>
    <w:rsid w:val="005258F2"/>
    <w:rsid w:val="0052659B"/>
    <w:rsid w:val="005275B9"/>
    <w:rsid w:val="005303E5"/>
    <w:rsid w:val="00530911"/>
    <w:rsid w:val="00530DE6"/>
    <w:rsid w:val="005317CA"/>
    <w:rsid w:val="00534D6C"/>
    <w:rsid w:val="00536A28"/>
    <w:rsid w:val="00536E0D"/>
    <w:rsid w:val="00536E2D"/>
    <w:rsid w:val="0054466A"/>
    <w:rsid w:val="00546E0C"/>
    <w:rsid w:val="00554A69"/>
    <w:rsid w:val="00556F91"/>
    <w:rsid w:val="0055771A"/>
    <w:rsid w:val="0056079B"/>
    <w:rsid w:val="0056158D"/>
    <w:rsid w:val="00562B00"/>
    <w:rsid w:val="005658FF"/>
    <w:rsid w:val="00567690"/>
    <w:rsid w:val="00570C4A"/>
    <w:rsid w:val="005720A6"/>
    <w:rsid w:val="00573B4E"/>
    <w:rsid w:val="00574CD2"/>
    <w:rsid w:val="00574ECF"/>
    <w:rsid w:val="00580274"/>
    <w:rsid w:val="005829EA"/>
    <w:rsid w:val="00582E2A"/>
    <w:rsid w:val="00584161"/>
    <w:rsid w:val="00584C7D"/>
    <w:rsid w:val="00585349"/>
    <w:rsid w:val="00590664"/>
    <w:rsid w:val="00590FC3"/>
    <w:rsid w:val="00591E5C"/>
    <w:rsid w:val="005970A0"/>
    <w:rsid w:val="005A22BD"/>
    <w:rsid w:val="005A2C67"/>
    <w:rsid w:val="005A385F"/>
    <w:rsid w:val="005A5FC7"/>
    <w:rsid w:val="005B0E8C"/>
    <w:rsid w:val="005B204D"/>
    <w:rsid w:val="005B220B"/>
    <w:rsid w:val="005B358E"/>
    <w:rsid w:val="005B78B1"/>
    <w:rsid w:val="005C1E7B"/>
    <w:rsid w:val="005C1F3E"/>
    <w:rsid w:val="005C2485"/>
    <w:rsid w:val="005C393C"/>
    <w:rsid w:val="005C74DA"/>
    <w:rsid w:val="005D09CC"/>
    <w:rsid w:val="005D1709"/>
    <w:rsid w:val="005D2002"/>
    <w:rsid w:val="005D460F"/>
    <w:rsid w:val="005E249A"/>
    <w:rsid w:val="005E43C2"/>
    <w:rsid w:val="005E6111"/>
    <w:rsid w:val="005F43A8"/>
    <w:rsid w:val="005F550B"/>
    <w:rsid w:val="00602C6F"/>
    <w:rsid w:val="0061034A"/>
    <w:rsid w:val="00612B6A"/>
    <w:rsid w:val="0061400F"/>
    <w:rsid w:val="006148A3"/>
    <w:rsid w:val="006168DA"/>
    <w:rsid w:val="00616978"/>
    <w:rsid w:val="00616D9D"/>
    <w:rsid w:val="00617289"/>
    <w:rsid w:val="0062369D"/>
    <w:rsid w:val="00631137"/>
    <w:rsid w:val="006314BD"/>
    <w:rsid w:val="00631742"/>
    <w:rsid w:val="00631B57"/>
    <w:rsid w:val="00632405"/>
    <w:rsid w:val="0063251D"/>
    <w:rsid w:val="00632ED1"/>
    <w:rsid w:val="00633086"/>
    <w:rsid w:val="00637403"/>
    <w:rsid w:val="00641492"/>
    <w:rsid w:val="0064341E"/>
    <w:rsid w:val="00647B96"/>
    <w:rsid w:val="00647F38"/>
    <w:rsid w:val="00647FA4"/>
    <w:rsid w:val="00652259"/>
    <w:rsid w:val="00653A89"/>
    <w:rsid w:val="00653C3C"/>
    <w:rsid w:val="006559C8"/>
    <w:rsid w:val="00657FCE"/>
    <w:rsid w:val="0066357A"/>
    <w:rsid w:val="0067491F"/>
    <w:rsid w:val="006830AB"/>
    <w:rsid w:val="00683EBD"/>
    <w:rsid w:val="006861F7"/>
    <w:rsid w:val="006900DD"/>
    <w:rsid w:val="0069489B"/>
    <w:rsid w:val="006B0034"/>
    <w:rsid w:val="006B073F"/>
    <w:rsid w:val="006B5593"/>
    <w:rsid w:val="006B5DC7"/>
    <w:rsid w:val="006B6F8E"/>
    <w:rsid w:val="006C24DF"/>
    <w:rsid w:val="006C2D93"/>
    <w:rsid w:val="006C4CB9"/>
    <w:rsid w:val="006C584B"/>
    <w:rsid w:val="006C6371"/>
    <w:rsid w:val="006D5C29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6F4238"/>
    <w:rsid w:val="007006BB"/>
    <w:rsid w:val="00704150"/>
    <w:rsid w:val="0070553C"/>
    <w:rsid w:val="00713451"/>
    <w:rsid w:val="00713512"/>
    <w:rsid w:val="007138C1"/>
    <w:rsid w:val="00716361"/>
    <w:rsid w:val="00717A05"/>
    <w:rsid w:val="00720790"/>
    <w:rsid w:val="0072400A"/>
    <w:rsid w:val="00724F50"/>
    <w:rsid w:val="00725D16"/>
    <w:rsid w:val="00730D2C"/>
    <w:rsid w:val="00731B52"/>
    <w:rsid w:val="00733928"/>
    <w:rsid w:val="007369D7"/>
    <w:rsid w:val="007375EF"/>
    <w:rsid w:val="00741440"/>
    <w:rsid w:val="00741CEE"/>
    <w:rsid w:val="00745BA7"/>
    <w:rsid w:val="00747BC9"/>
    <w:rsid w:val="00750811"/>
    <w:rsid w:val="00752831"/>
    <w:rsid w:val="007550B7"/>
    <w:rsid w:val="00756CAA"/>
    <w:rsid w:val="007609D3"/>
    <w:rsid w:val="007640CE"/>
    <w:rsid w:val="00764B28"/>
    <w:rsid w:val="007701A1"/>
    <w:rsid w:val="00773F0B"/>
    <w:rsid w:val="00775694"/>
    <w:rsid w:val="007774F0"/>
    <w:rsid w:val="00783476"/>
    <w:rsid w:val="00783DF0"/>
    <w:rsid w:val="00784DC1"/>
    <w:rsid w:val="00791A62"/>
    <w:rsid w:val="00792371"/>
    <w:rsid w:val="0079380D"/>
    <w:rsid w:val="007947D1"/>
    <w:rsid w:val="00796F00"/>
    <w:rsid w:val="007A1410"/>
    <w:rsid w:val="007A2E0E"/>
    <w:rsid w:val="007A35EB"/>
    <w:rsid w:val="007A7DC9"/>
    <w:rsid w:val="007B2A97"/>
    <w:rsid w:val="007B5CE8"/>
    <w:rsid w:val="007B7890"/>
    <w:rsid w:val="007C11DC"/>
    <w:rsid w:val="007C1307"/>
    <w:rsid w:val="007C243A"/>
    <w:rsid w:val="007C36AC"/>
    <w:rsid w:val="007C483A"/>
    <w:rsid w:val="007D3A50"/>
    <w:rsid w:val="007D559B"/>
    <w:rsid w:val="007D6955"/>
    <w:rsid w:val="007D7278"/>
    <w:rsid w:val="007D7A28"/>
    <w:rsid w:val="007D7FED"/>
    <w:rsid w:val="007E2C12"/>
    <w:rsid w:val="007E321C"/>
    <w:rsid w:val="007F3AEF"/>
    <w:rsid w:val="007F3BC2"/>
    <w:rsid w:val="007F44FD"/>
    <w:rsid w:val="007F4F3F"/>
    <w:rsid w:val="007F6D58"/>
    <w:rsid w:val="00801F6C"/>
    <w:rsid w:val="00803F6F"/>
    <w:rsid w:val="00810354"/>
    <w:rsid w:val="00810AA0"/>
    <w:rsid w:val="00811008"/>
    <w:rsid w:val="00813A7C"/>
    <w:rsid w:val="008166CF"/>
    <w:rsid w:val="00816E2E"/>
    <w:rsid w:val="008215D4"/>
    <w:rsid w:val="00821A12"/>
    <w:rsid w:val="008220C2"/>
    <w:rsid w:val="00823012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8A"/>
    <w:rsid w:val="00845FA1"/>
    <w:rsid w:val="00847729"/>
    <w:rsid w:val="0085063B"/>
    <w:rsid w:val="008536EA"/>
    <w:rsid w:val="008567DC"/>
    <w:rsid w:val="00857192"/>
    <w:rsid w:val="00857793"/>
    <w:rsid w:val="008623AE"/>
    <w:rsid w:val="00862C88"/>
    <w:rsid w:val="00864895"/>
    <w:rsid w:val="00866706"/>
    <w:rsid w:val="00870DE1"/>
    <w:rsid w:val="0087277D"/>
    <w:rsid w:val="00872E10"/>
    <w:rsid w:val="0087568F"/>
    <w:rsid w:val="00876001"/>
    <w:rsid w:val="00876C53"/>
    <w:rsid w:val="0088033F"/>
    <w:rsid w:val="00881A22"/>
    <w:rsid w:val="00882EF6"/>
    <w:rsid w:val="00883D7D"/>
    <w:rsid w:val="0089347B"/>
    <w:rsid w:val="00893727"/>
    <w:rsid w:val="0089463A"/>
    <w:rsid w:val="00895990"/>
    <w:rsid w:val="0089743E"/>
    <w:rsid w:val="008A603A"/>
    <w:rsid w:val="008A69B5"/>
    <w:rsid w:val="008A7244"/>
    <w:rsid w:val="008B1092"/>
    <w:rsid w:val="008B1AA5"/>
    <w:rsid w:val="008C0727"/>
    <w:rsid w:val="008C2412"/>
    <w:rsid w:val="008C3702"/>
    <w:rsid w:val="008C68D1"/>
    <w:rsid w:val="008D0383"/>
    <w:rsid w:val="008D1A8F"/>
    <w:rsid w:val="008D2706"/>
    <w:rsid w:val="008D2E30"/>
    <w:rsid w:val="008D3453"/>
    <w:rsid w:val="008D3D31"/>
    <w:rsid w:val="008D4308"/>
    <w:rsid w:val="008D47AD"/>
    <w:rsid w:val="008E0DAB"/>
    <w:rsid w:val="008E177E"/>
    <w:rsid w:val="008E2BFC"/>
    <w:rsid w:val="008E4DA0"/>
    <w:rsid w:val="008E63E4"/>
    <w:rsid w:val="008F1A79"/>
    <w:rsid w:val="008F262B"/>
    <w:rsid w:val="008F330B"/>
    <w:rsid w:val="008F428C"/>
    <w:rsid w:val="008F77F6"/>
    <w:rsid w:val="0090049F"/>
    <w:rsid w:val="009008AA"/>
    <w:rsid w:val="00904141"/>
    <w:rsid w:val="0090482F"/>
    <w:rsid w:val="009254DF"/>
    <w:rsid w:val="00926678"/>
    <w:rsid w:val="009300D3"/>
    <w:rsid w:val="0093198C"/>
    <w:rsid w:val="00931AEE"/>
    <w:rsid w:val="00935CDE"/>
    <w:rsid w:val="009366F5"/>
    <w:rsid w:val="009367D1"/>
    <w:rsid w:val="009369FE"/>
    <w:rsid w:val="00941AF3"/>
    <w:rsid w:val="00942E4F"/>
    <w:rsid w:val="00944903"/>
    <w:rsid w:val="00946879"/>
    <w:rsid w:val="009510D9"/>
    <w:rsid w:val="00951358"/>
    <w:rsid w:val="00952319"/>
    <w:rsid w:val="00953F0A"/>
    <w:rsid w:val="00954A38"/>
    <w:rsid w:val="00955A00"/>
    <w:rsid w:val="00956388"/>
    <w:rsid w:val="0096168D"/>
    <w:rsid w:val="0096205B"/>
    <w:rsid w:val="009705F5"/>
    <w:rsid w:val="0097475D"/>
    <w:rsid w:val="009758E5"/>
    <w:rsid w:val="00975E6F"/>
    <w:rsid w:val="00977888"/>
    <w:rsid w:val="0098348B"/>
    <w:rsid w:val="009834F3"/>
    <w:rsid w:val="009856E7"/>
    <w:rsid w:val="009908C6"/>
    <w:rsid w:val="00995CCC"/>
    <w:rsid w:val="009969E5"/>
    <w:rsid w:val="00997573"/>
    <w:rsid w:val="009A059F"/>
    <w:rsid w:val="009A1C78"/>
    <w:rsid w:val="009A5FB2"/>
    <w:rsid w:val="009A6A4C"/>
    <w:rsid w:val="009B5A68"/>
    <w:rsid w:val="009B6E96"/>
    <w:rsid w:val="009C372E"/>
    <w:rsid w:val="009C6B8C"/>
    <w:rsid w:val="009C7CDF"/>
    <w:rsid w:val="009D2205"/>
    <w:rsid w:val="009D3AC9"/>
    <w:rsid w:val="009D789B"/>
    <w:rsid w:val="009E3266"/>
    <w:rsid w:val="009E35A3"/>
    <w:rsid w:val="009E4D3D"/>
    <w:rsid w:val="009E52C8"/>
    <w:rsid w:val="009E5B49"/>
    <w:rsid w:val="009E660F"/>
    <w:rsid w:val="009F24A2"/>
    <w:rsid w:val="009F3A84"/>
    <w:rsid w:val="009F4C61"/>
    <w:rsid w:val="009F5803"/>
    <w:rsid w:val="009F5E4E"/>
    <w:rsid w:val="009F673A"/>
    <w:rsid w:val="009F7373"/>
    <w:rsid w:val="00A060E4"/>
    <w:rsid w:val="00A06B51"/>
    <w:rsid w:val="00A071CC"/>
    <w:rsid w:val="00A12BCF"/>
    <w:rsid w:val="00A14E34"/>
    <w:rsid w:val="00A17B13"/>
    <w:rsid w:val="00A2265C"/>
    <w:rsid w:val="00A31F09"/>
    <w:rsid w:val="00A33FEC"/>
    <w:rsid w:val="00A4278D"/>
    <w:rsid w:val="00A42C8E"/>
    <w:rsid w:val="00A462CC"/>
    <w:rsid w:val="00A465B6"/>
    <w:rsid w:val="00A4709D"/>
    <w:rsid w:val="00A522AA"/>
    <w:rsid w:val="00A55817"/>
    <w:rsid w:val="00A5737D"/>
    <w:rsid w:val="00A60B6E"/>
    <w:rsid w:val="00A62352"/>
    <w:rsid w:val="00A6311D"/>
    <w:rsid w:val="00A63E50"/>
    <w:rsid w:val="00A63E81"/>
    <w:rsid w:val="00A63EA1"/>
    <w:rsid w:val="00A643C0"/>
    <w:rsid w:val="00A658BE"/>
    <w:rsid w:val="00A65BA6"/>
    <w:rsid w:val="00A65F56"/>
    <w:rsid w:val="00A712CF"/>
    <w:rsid w:val="00A739E4"/>
    <w:rsid w:val="00A73DF7"/>
    <w:rsid w:val="00A7729A"/>
    <w:rsid w:val="00A773C9"/>
    <w:rsid w:val="00A8106D"/>
    <w:rsid w:val="00A8213E"/>
    <w:rsid w:val="00A8440B"/>
    <w:rsid w:val="00A8463A"/>
    <w:rsid w:val="00A916E4"/>
    <w:rsid w:val="00A91EAC"/>
    <w:rsid w:val="00AA38A4"/>
    <w:rsid w:val="00AA4228"/>
    <w:rsid w:val="00AA5737"/>
    <w:rsid w:val="00AA5DA0"/>
    <w:rsid w:val="00AA5DAE"/>
    <w:rsid w:val="00AA6A69"/>
    <w:rsid w:val="00AB3E70"/>
    <w:rsid w:val="00AC2E42"/>
    <w:rsid w:val="00AC5E4F"/>
    <w:rsid w:val="00AC7704"/>
    <w:rsid w:val="00AD53F5"/>
    <w:rsid w:val="00AD5458"/>
    <w:rsid w:val="00AD564A"/>
    <w:rsid w:val="00AD5A0A"/>
    <w:rsid w:val="00AD6804"/>
    <w:rsid w:val="00AD68AD"/>
    <w:rsid w:val="00AD6A19"/>
    <w:rsid w:val="00AE0276"/>
    <w:rsid w:val="00AE02E9"/>
    <w:rsid w:val="00AE0517"/>
    <w:rsid w:val="00AE06BD"/>
    <w:rsid w:val="00AE091D"/>
    <w:rsid w:val="00AE1D0E"/>
    <w:rsid w:val="00AE41D7"/>
    <w:rsid w:val="00AE7E15"/>
    <w:rsid w:val="00AF0222"/>
    <w:rsid w:val="00AF1AA7"/>
    <w:rsid w:val="00AF29CD"/>
    <w:rsid w:val="00AF53D9"/>
    <w:rsid w:val="00AF7813"/>
    <w:rsid w:val="00B001DD"/>
    <w:rsid w:val="00B00B36"/>
    <w:rsid w:val="00B06CFD"/>
    <w:rsid w:val="00B0750E"/>
    <w:rsid w:val="00B109F1"/>
    <w:rsid w:val="00B120CD"/>
    <w:rsid w:val="00B13622"/>
    <w:rsid w:val="00B1453C"/>
    <w:rsid w:val="00B150BC"/>
    <w:rsid w:val="00B1657A"/>
    <w:rsid w:val="00B220C2"/>
    <w:rsid w:val="00B26E0F"/>
    <w:rsid w:val="00B3172E"/>
    <w:rsid w:val="00B33DC6"/>
    <w:rsid w:val="00B345DF"/>
    <w:rsid w:val="00B378E5"/>
    <w:rsid w:val="00B41026"/>
    <w:rsid w:val="00B413FF"/>
    <w:rsid w:val="00B452DA"/>
    <w:rsid w:val="00B45721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3DC8"/>
    <w:rsid w:val="00B750F6"/>
    <w:rsid w:val="00B75958"/>
    <w:rsid w:val="00B76041"/>
    <w:rsid w:val="00B774D1"/>
    <w:rsid w:val="00B77AB3"/>
    <w:rsid w:val="00B77FA6"/>
    <w:rsid w:val="00B844AE"/>
    <w:rsid w:val="00B8455D"/>
    <w:rsid w:val="00B85160"/>
    <w:rsid w:val="00B859BB"/>
    <w:rsid w:val="00B93D21"/>
    <w:rsid w:val="00B96592"/>
    <w:rsid w:val="00BA2EE8"/>
    <w:rsid w:val="00BA5728"/>
    <w:rsid w:val="00BB129B"/>
    <w:rsid w:val="00BB2B4B"/>
    <w:rsid w:val="00BB524A"/>
    <w:rsid w:val="00BC383C"/>
    <w:rsid w:val="00BC46CE"/>
    <w:rsid w:val="00BC5CD1"/>
    <w:rsid w:val="00BC7C90"/>
    <w:rsid w:val="00BD04E9"/>
    <w:rsid w:val="00BD43E5"/>
    <w:rsid w:val="00BD5025"/>
    <w:rsid w:val="00BD700C"/>
    <w:rsid w:val="00BE4135"/>
    <w:rsid w:val="00BE5DED"/>
    <w:rsid w:val="00BE65DF"/>
    <w:rsid w:val="00BF0A10"/>
    <w:rsid w:val="00BF106C"/>
    <w:rsid w:val="00BF10FD"/>
    <w:rsid w:val="00BF112D"/>
    <w:rsid w:val="00BF2C91"/>
    <w:rsid w:val="00BF46B6"/>
    <w:rsid w:val="00BF4D4F"/>
    <w:rsid w:val="00BF715D"/>
    <w:rsid w:val="00C04FC3"/>
    <w:rsid w:val="00C053A6"/>
    <w:rsid w:val="00C100F3"/>
    <w:rsid w:val="00C10AD2"/>
    <w:rsid w:val="00C1136C"/>
    <w:rsid w:val="00C12F55"/>
    <w:rsid w:val="00C14C28"/>
    <w:rsid w:val="00C15EB2"/>
    <w:rsid w:val="00C16518"/>
    <w:rsid w:val="00C231D3"/>
    <w:rsid w:val="00C24C34"/>
    <w:rsid w:val="00C26D21"/>
    <w:rsid w:val="00C27BE3"/>
    <w:rsid w:val="00C307C8"/>
    <w:rsid w:val="00C31296"/>
    <w:rsid w:val="00C33A80"/>
    <w:rsid w:val="00C35B60"/>
    <w:rsid w:val="00C40669"/>
    <w:rsid w:val="00C42228"/>
    <w:rsid w:val="00C42C24"/>
    <w:rsid w:val="00C42D67"/>
    <w:rsid w:val="00C45DF1"/>
    <w:rsid w:val="00C51755"/>
    <w:rsid w:val="00C52863"/>
    <w:rsid w:val="00C555BA"/>
    <w:rsid w:val="00C60C52"/>
    <w:rsid w:val="00C60EAF"/>
    <w:rsid w:val="00C6680C"/>
    <w:rsid w:val="00C67596"/>
    <w:rsid w:val="00C67DDE"/>
    <w:rsid w:val="00C67FA2"/>
    <w:rsid w:val="00C7019E"/>
    <w:rsid w:val="00C7042A"/>
    <w:rsid w:val="00C72E8E"/>
    <w:rsid w:val="00C75294"/>
    <w:rsid w:val="00C75C9F"/>
    <w:rsid w:val="00C7705A"/>
    <w:rsid w:val="00C778CC"/>
    <w:rsid w:val="00C812E3"/>
    <w:rsid w:val="00C813AD"/>
    <w:rsid w:val="00C83A2A"/>
    <w:rsid w:val="00C90AE6"/>
    <w:rsid w:val="00C95C0A"/>
    <w:rsid w:val="00C96EEE"/>
    <w:rsid w:val="00CA1D69"/>
    <w:rsid w:val="00CA1DD6"/>
    <w:rsid w:val="00CA227E"/>
    <w:rsid w:val="00CA36CC"/>
    <w:rsid w:val="00CB2D2F"/>
    <w:rsid w:val="00CB52DF"/>
    <w:rsid w:val="00CC175F"/>
    <w:rsid w:val="00CC370F"/>
    <w:rsid w:val="00CC7432"/>
    <w:rsid w:val="00CD15C6"/>
    <w:rsid w:val="00CD181A"/>
    <w:rsid w:val="00CD1832"/>
    <w:rsid w:val="00CD48FE"/>
    <w:rsid w:val="00CD5928"/>
    <w:rsid w:val="00CD6D54"/>
    <w:rsid w:val="00CE1416"/>
    <w:rsid w:val="00CF1885"/>
    <w:rsid w:val="00CF1B0D"/>
    <w:rsid w:val="00CF6180"/>
    <w:rsid w:val="00CF6AAD"/>
    <w:rsid w:val="00CF7073"/>
    <w:rsid w:val="00D02186"/>
    <w:rsid w:val="00D057F0"/>
    <w:rsid w:val="00D152A4"/>
    <w:rsid w:val="00D1557C"/>
    <w:rsid w:val="00D26DED"/>
    <w:rsid w:val="00D31D67"/>
    <w:rsid w:val="00D320CE"/>
    <w:rsid w:val="00D32312"/>
    <w:rsid w:val="00D34537"/>
    <w:rsid w:val="00D348EB"/>
    <w:rsid w:val="00D34E54"/>
    <w:rsid w:val="00D365EF"/>
    <w:rsid w:val="00D40848"/>
    <w:rsid w:val="00D42C79"/>
    <w:rsid w:val="00D432F2"/>
    <w:rsid w:val="00D46BDF"/>
    <w:rsid w:val="00D50468"/>
    <w:rsid w:val="00D52923"/>
    <w:rsid w:val="00D53EF7"/>
    <w:rsid w:val="00D603BA"/>
    <w:rsid w:val="00D62773"/>
    <w:rsid w:val="00D743FC"/>
    <w:rsid w:val="00D76E7E"/>
    <w:rsid w:val="00D8084A"/>
    <w:rsid w:val="00D80858"/>
    <w:rsid w:val="00D81D27"/>
    <w:rsid w:val="00D84B81"/>
    <w:rsid w:val="00D92630"/>
    <w:rsid w:val="00D935A2"/>
    <w:rsid w:val="00D93EC5"/>
    <w:rsid w:val="00D96266"/>
    <w:rsid w:val="00DA0398"/>
    <w:rsid w:val="00DA1A1F"/>
    <w:rsid w:val="00DA2FFB"/>
    <w:rsid w:val="00DA34B1"/>
    <w:rsid w:val="00DA5CD7"/>
    <w:rsid w:val="00DB0141"/>
    <w:rsid w:val="00DB0A59"/>
    <w:rsid w:val="00DB1B50"/>
    <w:rsid w:val="00DB545A"/>
    <w:rsid w:val="00DB5F9F"/>
    <w:rsid w:val="00DB7D79"/>
    <w:rsid w:val="00DB7EE9"/>
    <w:rsid w:val="00DC2186"/>
    <w:rsid w:val="00DC247D"/>
    <w:rsid w:val="00DC24FD"/>
    <w:rsid w:val="00DC5FE9"/>
    <w:rsid w:val="00DC7643"/>
    <w:rsid w:val="00DD237A"/>
    <w:rsid w:val="00DD76EA"/>
    <w:rsid w:val="00DE2821"/>
    <w:rsid w:val="00DE6014"/>
    <w:rsid w:val="00DE62AD"/>
    <w:rsid w:val="00DE6522"/>
    <w:rsid w:val="00DF3668"/>
    <w:rsid w:val="00DF4459"/>
    <w:rsid w:val="00E030A8"/>
    <w:rsid w:val="00E05D2E"/>
    <w:rsid w:val="00E071CD"/>
    <w:rsid w:val="00E076D0"/>
    <w:rsid w:val="00E1050B"/>
    <w:rsid w:val="00E10F2A"/>
    <w:rsid w:val="00E13240"/>
    <w:rsid w:val="00E152FF"/>
    <w:rsid w:val="00E21915"/>
    <w:rsid w:val="00E23B8B"/>
    <w:rsid w:val="00E23CE7"/>
    <w:rsid w:val="00E254A5"/>
    <w:rsid w:val="00E27B5C"/>
    <w:rsid w:val="00E3018F"/>
    <w:rsid w:val="00E31069"/>
    <w:rsid w:val="00E3166C"/>
    <w:rsid w:val="00E32A09"/>
    <w:rsid w:val="00E3550F"/>
    <w:rsid w:val="00E3679C"/>
    <w:rsid w:val="00E41A5B"/>
    <w:rsid w:val="00E44CF3"/>
    <w:rsid w:val="00E500B7"/>
    <w:rsid w:val="00E51D62"/>
    <w:rsid w:val="00E51DC7"/>
    <w:rsid w:val="00E56B01"/>
    <w:rsid w:val="00E57BC0"/>
    <w:rsid w:val="00E636D4"/>
    <w:rsid w:val="00E63DC7"/>
    <w:rsid w:val="00E64785"/>
    <w:rsid w:val="00E65AC9"/>
    <w:rsid w:val="00E7382A"/>
    <w:rsid w:val="00E7704B"/>
    <w:rsid w:val="00E77738"/>
    <w:rsid w:val="00E8073F"/>
    <w:rsid w:val="00E816B2"/>
    <w:rsid w:val="00E82C93"/>
    <w:rsid w:val="00E83A72"/>
    <w:rsid w:val="00E8409C"/>
    <w:rsid w:val="00E87A37"/>
    <w:rsid w:val="00E907F0"/>
    <w:rsid w:val="00E90863"/>
    <w:rsid w:val="00E910FA"/>
    <w:rsid w:val="00E917DE"/>
    <w:rsid w:val="00E92F24"/>
    <w:rsid w:val="00E94BD8"/>
    <w:rsid w:val="00EA1354"/>
    <w:rsid w:val="00EA46D7"/>
    <w:rsid w:val="00EA673A"/>
    <w:rsid w:val="00EB7070"/>
    <w:rsid w:val="00EC1384"/>
    <w:rsid w:val="00EC2224"/>
    <w:rsid w:val="00EC2802"/>
    <w:rsid w:val="00EC6CAE"/>
    <w:rsid w:val="00ED1193"/>
    <w:rsid w:val="00ED2111"/>
    <w:rsid w:val="00ED281E"/>
    <w:rsid w:val="00ED3991"/>
    <w:rsid w:val="00ED4155"/>
    <w:rsid w:val="00ED55C9"/>
    <w:rsid w:val="00ED7809"/>
    <w:rsid w:val="00EE49A5"/>
    <w:rsid w:val="00EF6E50"/>
    <w:rsid w:val="00EF6FB6"/>
    <w:rsid w:val="00EF74ED"/>
    <w:rsid w:val="00F0137B"/>
    <w:rsid w:val="00F01556"/>
    <w:rsid w:val="00F038F1"/>
    <w:rsid w:val="00F05174"/>
    <w:rsid w:val="00F117E5"/>
    <w:rsid w:val="00F139E1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4DB"/>
    <w:rsid w:val="00F55B42"/>
    <w:rsid w:val="00F56707"/>
    <w:rsid w:val="00F60918"/>
    <w:rsid w:val="00F631E5"/>
    <w:rsid w:val="00F65F1B"/>
    <w:rsid w:val="00F66EAA"/>
    <w:rsid w:val="00F7060E"/>
    <w:rsid w:val="00F70BE6"/>
    <w:rsid w:val="00F71956"/>
    <w:rsid w:val="00F72B7E"/>
    <w:rsid w:val="00F75EA9"/>
    <w:rsid w:val="00F80830"/>
    <w:rsid w:val="00F81154"/>
    <w:rsid w:val="00F824E7"/>
    <w:rsid w:val="00F85F64"/>
    <w:rsid w:val="00F91E91"/>
    <w:rsid w:val="00F939FC"/>
    <w:rsid w:val="00F93B55"/>
    <w:rsid w:val="00FA31CC"/>
    <w:rsid w:val="00FA3624"/>
    <w:rsid w:val="00FA5371"/>
    <w:rsid w:val="00FB3A95"/>
    <w:rsid w:val="00FB4178"/>
    <w:rsid w:val="00FB42F1"/>
    <w:rsid w:val="00FC02BE"/>
    <w:rsid w:val="00FC3E9A"/>
    <w:rsid w:val="00FC6CA8"/>
    <w:rsid w:val="00FC6FE9"/>
    <w:rsid w:val="00FC7853"/>
    <w:rsid w:val="00FD01C3"/>
    <w:rsid w:val="00FD1508"/>
    <w:rsid w:val="00FD28FA"/>
    <w:rsid w:val="00FD3566"/>
    <w:rsid w:val="00FD3BB5"/>
    <w:rsid w:val="00FD5BC1"/>
    <w:rsid w:val="00FE0301"/>
    <w:rsid w:val="00FE261D"/>
    <w:rsid w:val="00FE3DF7"/>
    <w:rsid w:val="00FF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1DA963"/>
  <w15:docId w15:val="{59E86CFB-09E1-4C2B-BB4B-1DE1305B9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493CD2"/>
    <w:pPr>
      <w:spacing w:line="276" w:lineRule="auto"/>
      <w:jc w:val="both"/>
    </w:pPr>
    <w:rPr>
      <w:rFonts w:ascii="Arial" w:eastAsia="Arial" w:hAnsi="Arial" w:cs="Arial"/>
      <w:b/>
      <w:color w:val="161A48"/>
      <w:sz w:val="28"/>
    </w:rPr>
  </w:style>
  <w:style w:type="character" w:customStyle="1" w:styleId="tvarChar">
    <w:name w:val="Útvar Char"/>
    <w:basedOn w:val="ZhlavChar"/>
    <w:link w:val="tvar"/>
    <w:uiPriority w:val="9"/>
    <w:rsid w:val="00493CD2"/>
    <w:rPr>
      <w:rFonts w:ascii="Arial" w:eastAsia="Arial" w:hAnsi="Arial" w:cs="Arial"/>
      <w:b/>
      <w:color w:val="161A48"/>
      <w:sz w:val="28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93CD2"/>
    <w:pPr>
      <w:keepLines/>
      <w:spacing w:after="0" w:line="259" w:lineRule="auto"/>
      <w:outlineLvl w:val="9"/>
    </w:pPr>
    <w:rPr>
      <w:rFonts w:eastAsiaTheme="majorEastAsia" w:cstheme="majorBidi"/>
      <w:bCs w:val="0"/>
      <w:kern w:val="0"/>
      <w:sz w:val="28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EA46D7"/>
  </w:style>
  <w:style w:type="paragraph" w:styleId="Revize">
    <w:name w:val="Revision"/>
    <w:hidden/>
    <w:uiPriority w:val="99"/>
    <w:semiHidden/>
    <w:rsid w:val="000277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m\Documents\M&#352;MT\STRATIN+\ZZ%20STRATIN+\411%20Ax%20ZZ%20STRATIN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CE740-E865-4A1F-9DD8-F0E0E5E33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411 Ax ZZ STRATIN.dotx</Template>
  <TotalTime>15</TotalTime>
  <Pages>3</Pages>
  <Words>860</Words>
  <Characters>5074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VVI</dc:creator>
  <cp:lastModifiedBy>VVI</cp:lastModifiedBy>
  <cp:revision>18</cp:revision>
  <cp:lastPrinted>2020-10-29T10:28:00Z</cp:lastPrinted>
  <dcterms:created xsi:type="dcterms:W3CDTF">2025-10-09T10:58:00Z</dcterms:created>
  <dcterms:modified xsi:type="dcterms:W3CDTF">2025-10-09T12:21:00Z</dcterms:modified>
</cp:coreProperties>
</file>